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E2ECFB" w14:textId="77777777" w:rsidR="0063453B" w:rsidRPr="002D29EB" w:rsidRDefault="0063453B" w:rsidP="00433BCE">
      <w:pPr>
        <w:rPr>
          <w:bCs/>
          <w:sz w:val="24"/>
          <w:szCs w:val="24"/>
        </w:rPr>
      </w:pPr>
      <w:bookmarkStart w:id="0" w:name="_Hlk136437769"/>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firstRow="0" w:lastRow="0" w:firstColumn="0" w:lastColumn="0" w:noHBand="0" w:noVBand="0"/>
      </w:tblPr>
      <w:tblGrid>
        <w:gridCol w:w="10485"/>
      </w:tblGrid>
      <w:tr w:rsidR="00813E8A" w:rsidRPr="002D29EB" w14:paraId="72F1DF9C" w14:textId="77777777" w:rsidTr="00E05178">
        <w:tc>
          <w:tcPr>
            <w:tcW w:w="10485" w:type="dxa"/>
            <w:shd w:val="clear" w:color="auto" w:fill="F2F2F2" w:themeFill="background1" w:themeFillShade="F2"/>
          </w:tcPr>
          <w:p w14:paraId="05AA57AB" w14:textId="77777777" w:rsidR="0063453B" w:rsidRPr="002D29EB" w:rsidRDefault="00000000" w:rsidP="00E05178">
            <w:pPr>
              <w:suppressLineNumbers/>
              <w:ind w:firstLine="0"/>
              <w:rPr>
                <w:b/>
                <w:sz w:val="24"/>
                <w:szCs w:val="24"/>
              </w:rPr>
            </w:pPr>
            <w:r w:rsidRPr="002D29EB">
              <w:rPr>
                <w:b/>
                <w:sz w:val="24"/>
                <w:szCs w:val="24"/>
              </w:rPr>
              <w:t>Требования к участникам закупки в соответствии со статьей 31</w:t>
            </w:r>
          </w:p>
        </w:tc>
      </w:tr>
      <w:tr w:rsidR="00813E8A" w:rsidRPr="002D29EB" w14:paraId="68D33F2F" w14:textId="77777777" w:rsidTr="00E05178">
        <w:tc>
          <w:tcPr>
            <w:tcW w:w="10485" w:type="dxa"/>
          </w:tcPr>
          <w:p w14:paraId="441C4F1E" w14:textId="77777777" w:rsidR="0063453B" w:rsidRPr="002D29EB" w:rsidRDefault="00000000" w:rsidP="00E05178">
            <w:pPr>
              <w:suppressLineNumbers/>
              <w:rPr>
                <w:b/>
                <w:bCs/>
                <w:sz w:val="24"/>
                <w:szCs w:val="24"/>
                <w:u w:val="single"/>
              </w:rPr>
            </w:pPr>
            <w:r w:rsidRPr="002D29EB">
              <w:rPr>
                <w:b/>
                <w:bCs/>
                <w:sz w:val="24"/>
                <w:szCs w:val="24"/>
                <w:u w:val="single"/>
              </w:rPr>
              <w:t>Требования к участникам закупок в соответствии с ч. 1 ст. 31 Закона № 44-ФЗ</w:t>
            </w:r>
          </w:p>
          <w:p w14:paraId="0D141E06" w14:textId="77777777" w:rsidR="0063453B" w:rsidRPr="002D29EB" w:rsidRDefault="00000000" w:rsidP="00E05178">
            <w:pPr>
              <w:suppressLineNumbers/>
              <w:rPr>
                <w:bCs/>
                <w:sz w:val="24"/>
                <w:szCs w:val="24"/>
              </w:rPr>
            </w:pPr>
            <w:r w:rsidRPr="002D29EB">
              <w:rPr>
                <w:bCs/>
                <w:sz w:val="24"/>
                <w:szCs w:val="24"/>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7D083C6" w14:textId="77777777" w:rsidR="0063453B" w:rsidRPr="002D29EB" w:rsidRDefault="00000000" w:rsidP="00E05178">
            <w:pPr>
              <w:suppressLineNumbers/>
              <w:rPr>
                <w:bCs/>
                <w:sz w:val="24"/>
                <w:szCs w:val="24"/>
              </w:rPr>
            </w:pPr>
            <w:r w:rsidRPr="002D29EB">
              <w:rPr>
                <w:bCs/>
                <w:sz w:val="24"/>
                <w:szCs w:val="24"/>
              </w:rPr>
              <w:t>- неприостановление деятельности участника закупки в порядке, установленном Кодексом Российской Федерации об административных правонарушениях;</w:t>
            </w:r>
          </w:p>
          <w:p w14:paraId="755C3A96" w14:textId="77777777" w:rsidR="0063453B" w:rsidRPr="002D29EB" w:rsidRDefault="00000000" w:rsidP="00E05178">
            <w:pPr>
              <w:suppressLineNumbers/>
              <w:rPr>
                <w:bCs/>
                <w:sz w:val="24"/>
                <w:szCs w:val="24"/>
              </w:rPr>
            </w:pPr>
            <w:r w:rsidRPr="002D29EB">
              <w:rPr>
                <w:bCs/>
                <w:sz w:val="24"/>
                <w:szCs w:val="24"/>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E408FC4" w14:textId="77777777" w:rsidR="0063453B" w:rsidRPr="002D29EB" w:rsidRDefault="00000000" w:rsidP="00E05178">
            <w:pPr>
              <w:suppressLineNumbers/>
              <w:rPr>
                <w:bCs/>
                <w:sz w:val="24"/>
                <w:szCs w:val="24"/>
              </w:rPr>
            </w:pPr>
            <w:r w:rsidRPr="002D29EB">
              <w:rPr>
                <w:bCs/>
                <w:sz w:val="24"/>
                <w:szCs w:val="24"/>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DD83509" w14:textId="77777777" w:rsidR="0063453B" w:rsidRPr="002D29EB" w:rsidRDefault="00000000" w:rsidP="00E05178">
            <w:pPr>
              <w:suppressLineNumbers/>
              <w:rPr>
                <w:bCs/>
                <w:sz w:val="24"/>
                <w:szCs w:val="24"/>
              </w:rPr>
            </w:pPr>
            <w:r w:rsidRPr="002D29EB">
              <w:rPr>
                <w:bCs/>
                <w:sz w:val="24"/>
                <w:szCs w:val="24"/>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A77643A" w14:textId="77777777" w:rsidR="0063453B" w:rsidRPr="002D29EB" w:rsidRDefault="00000000" w:rsidP="00E05178">
            <w:pPr>
              <w:suppressLineNumbers/>
              <w:rPr>
                <w:bCs/>
                <w:sz w:val="24"/>
                <w:szCs w:val="24"/>
              </w:rPr>
            </w:pPr>
            <w:r w:rsidRPr="002D29EB">
              <w:rPr>
                <w:bCs/>
                <w:sz w:val="24"/>
                <w:szCs w:val="24"/>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414CC343" w14:textId="77777777" w:rsidR="0063453B" w:rsidRPr="002D29EB" w:rsidRDefault="00000000" w:rsidP="004601A7">
            <w:pPr>
              <w:suppressLineNumbers/>
              <w:rPr>
                <w:bCs/>
                <w:sz w:val="24"/>
                <w:szCs w:val="24"/>
              </w:rPr>
            </w:pPr>
            <w:r w:rsidRPr="002D29EB">
              <w:rPr>
                <w:bCs/>
                <w:sz w:val="24"/>
                <w:szCs w:val="24"/>
              </w:rPr>
              <w:t>-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38EBB20A" w14:textId="77777777" w:rsidR="0063453B" w:rsidRPr="002D29EB" w:rsidRDefault="00000000" w:rsidP="004601A7">
            <w:pPr>
              <w:suppressLineNumbers/>
              <w:rPr>
                <w:bCs/>
                <w:sz w:val="24"/>
                <w:szCs w:val="24"/>
              </w:rPr>
            </w:pPr>
            <w:r w:rsidRPr="002D29EB">
              <w:rPr>
                <w:bCs/>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4519F529" w14:textId="77777777" w:rsidR="0063453B" w:rsidRPr="002D29EB" w:rsidRDefault="00000000" w:rsidP="004601A7">
            <w:pPr>
              <w:suppressLineNumbers/>
              <w:rPr>
                <w:bCs/>
                <w:sz w:val="24"/>
                <w:szCs w:val="24"/>
              </w:rPr>
            </w:pPr>
            <w:r w:rsidRPr="002D29EB">
              <w:rPr>
                <w:bCs/>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0FDF0355" w14:textId="77777777" w:rsidR="0063453B" w:rsidRPr="002D29EB" w:rsidRDefault="00000000" w:rsidP="004601A7">
            <w:pPr>
              <w:suppressLineNumbers/>
              <w:rPr>
                <w:bCs/>
                <w:sz w:val="24"/>
                <w:szCs w:val="24"/>
              </w:rPr>
            </w:pPr>
            <w:r w:rsidRPr="002D29EB">
              <w:rPr>
                <w:bCs/>
                <w:sz w:val="24"/>
                <w:szCs w:val="24"/>
              </w:rPr>
              <w:lastRenderedPageBreak/>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798F9AC2" w14:textId="77777777" w:rsidR="0063453B" w:rsidRPr="002D29EB" w:rsidRDefault="00000000" w:rsidP="00E05178">
            <w:pPr>
              <w:suppressLineNumbers/>
              <w:rPr>
                <w:bCs/>
                <w:sz w:val="24"/>
                <w:szCs w:val="24"/>
              </w:rPr>
            </w:pPr>
            <w:r w:rsidRPr="002D29EB">
              <w:rPr>
                <w:bCs/>
                <w:sz w:val="24"/>
                <w:szCs w:val="24"/>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1530FE3D" w14:textId="77777777" w:rsidR="0063453B" w:rsidRPr="002D29EB" w:rsidRDefault="00000000" w:rsidP="00E05178">
            <w:pPr>
              <w:suppressLineNumbers/>
              <w:rPr>
                <w:bCs/>
                <w:sz w:val="24"/>
                <w:szCs w:val="24"/>
              </w:rPr>
            </w:pPr>
            <w:r w:rsidRPr="002D29EB">
              <w:rPr>
                <w:bCs/>
                <w:sz w:val="24"/>
                <w:szCs w:val="24"/>
              </w:rPr>
              <w:t>- участник закупки не является иностранным агентом;</w:t>
            </w:r>
          </w:p>
          <w:p w14:paraId="13962415" w14:textId="77777777" w:rsidR="0063453B" w:rsidRPr="002D29EB" w:rsidRDefault="00000000" w:rsidP="00E05178">
            <w:pPr>
              <w:suppressLineNumbers/>
              <w:rPr>
                <w:bCs/>
                <w:sz w:val="24"/>
                <w:szCs w:val="24"/>
              </w:rPr>
            </w:pPr>
            <w:r w:rsidRPr="002D29EB">
              <w:rPr>
                <w:bCs/>
                <w:sz w:val="24"/>
                <w:szCs w:val="24"/>
              </w:rPr>
              <w:t>- отсутствие у участника закупки ограничений для участия в закупках, установленных законодательством Российской Федерации.</w:t>
            </w:r>
          </w:p>
          <w:p w14:paraId="61D7BB73" w14:textId="77777777" w:rsidR="0063453B" w:rsidRPr="002D29EB" w:rsidRDefault="0063453B" w:rsidP="00E05178">
            <w:pPr>
              <w:suppressLineNumbers/>
              <w:rPr>
                <w:lang w:eastAsia="ar-SA"/>
              </w:rPr>
            </w:pPr>
          </w:p>
          <w:p w14:paraId="2C3F193A" w14:textId="77777777" w:rsidR="0063453B" w:rsidRPr="002D29EB" w:rsidRDefault="00000000" w:rsidP="00E05178">
            <w:pPr>
              <w:suppressLineNumbers/>
              <w:rPr>
                <w:b/>
                <w:sz w:val="24"/>
                <w:szCs w:val="24"/>
                <w:u w:val="single"/>
              </w:rPr>
            </w:pPr>
            <w:r w:rsidRPr="002D29EB">
              <w:rPr>
                <w:b/>
                <w:sz w:val="24"/>
                <w:szCs w:val="24"/>
                <w:u w:val="single"/>
              </w:rPr>
              <w:t>Требование к участникам закупок в соответствии с п. 1 ч. 1 ст. 31 Закона № 44-ФЗ:</w:t>
            </w:r>
          </w:p>
          <w:p w14:paraId="0BB78683" w14:textId="77777777" w:rsidR="0063453B" w:rsidRPr="002D29EB" w:rsidRDefault="00000000" w:rsidP="00E05178">
            <w:pPr>
              <w:autoSpaceDE w:val="0"/>
              <w:rPr>
                <w:sz w:val="24"/>
                <w:szCs w:val="24"/>
              </w:rPr>
            </w:pPr>
            <w:r w:rsidRPr="002D29EB">
              <w:rPr>
                <w:noProof/>
                <w:sz w:val="24"/>
                <w:szCs w:val="24"/>
              </w:rPr>
              <w:t>Не установлено</w:t>
            </w:r>
          </w:p>
          <w:p w14:paraId="1AB00B29" w14:textId="77777777" w:rsidR="0063453B" w:rsidRPr="002D29EB" w:rsidRDefault="0063453B" w:rsidP="00E05178">
            <w:pPr>
              <w:suppressLineNumbers/>
              <w:rPr>
                <w:b/>
                <w:sz w:val="24"/>
                <w:szCs w:val="24"/>
                <w:u w:val="single"/>
              </w:rPr>
            </w:pPr>
          </w:p>
          <w:p w14:paraId="6EA8E6E1" w14:textId="77777777" w:rsidR="0063453B" w:rsidRPr="002D29EB" w:rsidRDefault="00000000" w:rsidP="00E05178">
            <w:pPr>
              <w:suppressLineNumbers/>
              <w:rPr>
                <w:b/>
                <w:sz w:val="24"/>
                <w:szCs w:val="24"/>
                <w:u w:val="single"/>
              </w:rPr>
            </w:pPr>
            <w:r w:rsidRPr="002D29EB">
              <w:rPr>
                <w:b/>
                <w:sz w:val="24"/>
                <w:szCs w:val="24"/>
                <w:u w:val="single"/>
              </w:rPr>
              <w:t>Дополнительные требования, в соответствии с ч.2 статьи 31:</w:t>
            </w:r>
          </w:p>
          <w:p w14:paraId="60AE2E69" w14:textId="77777777" w:rsidR="0063453B" w:rsidRPr="002D29EB" w:rsidRDefault="00000000" w:rsidP="00E05178">
            <w:pPr>
              <w:suppressLineNumbers/>
              <w:rPr>
                <w:bCs/>
                <w:sz w:val="24"/>
                <w:szCs w:val="24"/>
              </w:rPr>
            </w:pPr>
            <w:r w:rsidRPr="002D29EB">
              <w:rPr>
                <w:bCs/>
                <w:noProof/>
                <w:sz w:val="24"/>
                <w:szCs w:val="24"/>
              </w:rPr>
              <w:t>Не установлены</w:t>
            </w:r>
          </w:p>
          <w:p w14:paraId="153768E9" w14:textId="77777777" w:rsidR="0063453B" w:rsidRPr="002D29EB" w:rsidRDefault="0063453B" w:rsidP="00E05178">
            <w:pPr>
              <w:suppressLineNumbers/>
              <w:rPr>
                <w:bCs/>
                <w:sz w:val="24"/>
                <w:szCs w:val="24"/>
              </w:rPr>
            </w:pPr>
          </w:p>
          <w:p w14:paraId="09C0624D" w14:textId="77777777" w:rsidR="0063453B" w:rsidRPr="002D29EB" w:rsidRDefault="00000000" w:rsidP="00E05178">
            <w:pPr>
              <w:suppressLineNumbers/>
              <w:rPr>
                <w:sz w:val="24"/>
                <w:szCs w:val="24"/>
              </w:rPr>
            </w:pPr>
            <w:r w:rsidRPr="002D29EB">
              <w:rPr>
                <w:b/>
                <w:sz w:val="24"/>
                <w:szCs w:val="24"/>
                <w:u w:val="single"/>
              </w:rPr>
              <w:t>Дополнительные требования в соответствии с ч. 2.1 статьи 31</w:t>
            </w:r>
          </w:p>
          <w:p w14:paraId="4E1077DD" w14:textId="40B72B0B" w:rsidR="0063453B" w:rsidRPr="006E28DC" w:rsidRDefault="00000000" w:rsidP="006E28DC">
            <w:pPr>
              <w:suppressLineNumbers/>
              <w:rPr>
                <w:bCs/>
                <w:sz w:val="24"/>
                <w:szCs w:val="24"/>
              </w:rPr>
            </w:pPr>
            <w:r w:rsidRPr="002D29EB">
              <w:rPr>
                <w:bCs/>
                <w:noProof/>
                <w:sz w:val="24"/>
                <w:szCs w:val="24"/>
              </w:rPr>
              <w:t>Не установлены</w:t>
            </w:r>
          </w:p>
        </w:tc>
      </w:tr>
      <w:tr w:rsidR="00813E8A" w:rsidRPr="002D29EB" w14:paraId="4D7A5E3B" w14:textId="77777777" w:rsidTr="00E05178">
        <w:tc>
          <w:tcPr>
            <w:tcW w:w="10485" w:type="dxa"/>
            <w:shd w:val="clear" w:color="auto" w:fill="F2F2F2" w:themeFill="background1" w:themeFillShade="F2"/>
          </w:tcPr>
          <w:p w14:paraId="0B2BEF7B" w14:textId="77777777" w:rsidR="0063453B" w:rsidRPr="002D29EB" w:rsidRDefault="00000000" w:rsidP="00E05178">
            <w:pPr>
              <w:suppressLineNumbers/>
              <w:ind w:firstLine="0"/>
              <w:jc w:val="center"/>
              <w:rPr>
                <w:b/>
                <w:sz w:val="24"/>
                <w:szCs w:val="24"/>
                <w:lang w:eastAsia="ar-SA"/>
              </w:rPr>
            </w:pPr>
            <w:r w:rsidRPr="002D29EB">
              <w:rPr>
                <w:b/>
                <w:sz w:val="24"/>
                <w:szCs w:val="24"/>
                <w:lang w:eastAsia="ar-SA"/>
              </w:rPr>
              <w:lastRenderedPageBreak/>
              <w:t>Порядок предоставления обеспечения заявки.</w:t>
            </w:r>
          </w:p>
          <w:p w14:paraId="2F8EE966" w14:textId="77777777" w:rsidR="0063453B" w:rsidRPr="002D29EB" w:rsidRDefault="00000000" w:rsidP="00E05178">
            <w:pPr>
              <w:suppressLineNumbers/>
              <w:ind w:firstLine="0"/>
              <w:jc w:val="center"/>
              <w:rPr>
                <w:b/>
                <w:sz w:val="24"/>
                <w:szCs w:val="24"/>
                <w:lang w:eastAsia="ar-SA"/>
              </w:rPr>
            </w:pPr>
            <w:r w:rsidRPr="002D29EB">
              <w:rPr>
                <w:b/>
                <w:sz w:val="24"/>
                <w:szCs w:val="24"/>
                <w:lang w:eastAsia="ar-SA"/>
              </w:rPr>
              <w:t>Порядок внесения денежных средств в качестве обеспечения заявки</w:t>
            </w:r>
          </w:p>
          <w:p w14:paraId="189CABE0" w14:textId="77777777" w:rsidR="0063453B" w:rsidRPr="002D29EB" w:rsidRDefault="00000000" w:rsidP="00E05178">
            <w:pPr>
              <w:suppressLineNumbers/>
              <w:ind w:firstLine="0"/>
              <w:jc w:val="center"/>
              <w:rPr>
                <w:sz w:val="24"/>
                <w:szCs w:val="24"/>
                <w:u w:val="single"/>
              </w:rPr>
            </w:pPr>
            <w:r w:rsidRPr="002D29EB">
              <w:rPr>
                <w:sz w:val="24"/>
                <w:szCs w:val="24"/>
                <w:lang w:eastAsia="ar-SA"/>
              </w:rPr>
              <w:t>(требования установлены в соответствии со статьей 44 Закона № 44-ФЗ)</w:t>
            </w:r>
          </w:p>
        </w:tc>
      </w:tr>
      <w:tr w:rsidR="00813E8A" w:rsidRPr="002D29EB" w14:paraId="11FCB89B" w14:textId="77777777" w:rsidTr="00E05178">
        <w:tc>
          <w:tcPr>
            <w:tcW w:w="10485" w:type="dxa"/>
          </w:tcPr>
          <w:p w14:paraId="6A7DDD90" w14:textId="77777777" w:rsidR="0063453B" w:rsidRPr="002D29EB" w:rsidRDefault="00000000" w:rsidP="00E05178">
            <w:pPr>
              <w:ind w:firstLine="709"/>
              <w:rPr>
                <w:b/>
                <w:sz w:val="24"/>
                <w:szCs w:val="24"/>
              </w:rPr>
            </w:pPr>
            <w:r w:rsidRPr="002D29EB">
              <w:rPr>
                <w:b/>
                <w:sz w:val="24"/>
                <w:szCs w:val="24"/>
              </w:rPr>
              <w:t>1. Общие положения по предоставлению обеспечения заявки</w:t>
            </w:r>
          </w:p>
          <w:p w14:paraId="79A9DF3C" w14:textId="77777777" w:rsidR="0063453B" w:rsidRPr="002D29EB" w:rsidRDefault="00000000" w:rsidP="00E05178">
            <w:pPr>
              <w:ind w:firstLine="709"/>
              <w:rPr>
                <w:sz w:val="24"/>
                <w:szCs w:val="24"/>
              </w:rPr>
            </w:pPr>
            <w:r w:rsidRPr="002D29EB">
              <w:rPr>
                <w:sz w:val="24"/>
                <w:szCs w:val="24"/>
              </w:rPr>
              <w:t>Размер обеспечения заявки определен в соответствии с частью 2 статьи 44 Закона № 44-ФЗ и установлен в извещении об осуществлении закупки. При этом:</w:t>
            </w:r>
          </w:p>
          <w:p w14:paraId="04E5FFA8" w14:textId="77777777" w:rsidR="0063453B" w:rsidRPr="002D29EB" w:rsidRDefault="00000000" w:rsidP="00E05178">
            <w:pPr>
              <w:ind w:firstLine="709"/>
              <w:rPr>
                <w:sz w:val="24"/>
                <w:szCs w:val="24"/>
              </w:rPr>
            </w:pPr>
            <w:r w:rsidRPr="002D29EB">
              <w:rPr>
                <w:sz w:val="24"/>
                <w:szCs w:val="24"/>
              </w:rPr>
              <w:t>- предприятия уголовно-исполнительной системы, организации инвалидов, предусмотренные частью 2 статьи 29 Закона № 44-ФЗ, предоставляют обеспечение заявки на участие в закупке (в случае установления заказчиком требования обеспечения заявок на участие в закупке) в размере одной второй процента начальной (максимальной) цены контракта;</w:t>
            </w:r>
          </w:p>
          <w:p w14:paraId="068D7114" w14:textId="77777777" w:rsidR="0063453B" w:rsidRPr="002D29EB" w:rsidRDefault="00000000" w:rsidP="00E05178">
            <w:pPr>
              <w:ind w:firstLine="709"/>
              <w:rPr>
                <w:sz w:val="24"/>
                <w:szCs w:val="24"/>
              </w:rPr>
            </w:pPr>
            <w:r w:rsidRPr="002D29EB">
              <w:rPr>
                <w:sz w:val="24"/>
                <w:szCs w:val="24"/>
              </w:rPr>
              <w:t>- государственные, муниципальные учреждения не предоставляют обеспечение подаваемых ими заявок на участие в закупке.</w:t>
            </w:r>
          </w:p>
          <w:p w14:paraId="7B37C3B6" w14:textId="77777777" w:rsidR="0063453B" w:rsidRPr="002D29EB" w:rsidRDefault="00000000" w:rsidP="00E05178">
            <w:pPr>
              <w:ind w:firstLine="709"/>
              <w:rPr>
                <w:sz w:val="24"/>
                <w:szCs w:val="24"/>
              </w:rPr>
            </w:pPr>
            <w:r w:rsidRPr="002D29EB">
              <w:rPr>
                <w:sz w:val="24"/>
                <w:szCs w:val="24"/>
              </w:rPr>
              <w:t xml:space="preserve">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Закона </w:t>
            </w:r>
          </w:p>
          <w:p w14:paraId="255C06D8" w14:textId="77777777" w:rsidR="0063453B" w:rsidRPr="002D29EB" w:rsidRDefault="00000000" w:rsidP="00E05178">
            <w:pPr>
              <w:ind w:firstLine="709"/>
              <w:rPr>
                <w:sz w:val="24"/>
                <w:szCs w:val="24"/>
              </w:rPr>
            </w:pPr>
            <w:r w:rsidRPr="002D29EB">
              <w:rPr>
                <w:sz w:val="24"/>
                <w:szCs w:val="24"/>
              </w:rPr>
              <w:t xml:space="preserve">№ 44-ФЗ (выбор способа обеспечения заявки осуществляется участником закупки самостоятельно). </w:t>
            </w:r>
          </w:p>
          <w:p w14:paraId="567F4B55" w14:textId="77777777" w:rsidR="0063453B" w:rsidRPr="002D29EB" w:rsidRDefault="00000000" w:rsidP="00E05178">
            <w:pPr>
              <w:ind w:firstLine="709"/>
              <w:rPr>
                <w:sz w:val="24"/>
                <w:szCs w:val="24"/>
              </w:rPr>
            </w:pPr>
            <w:r w:rsidRPr="002D29EB">
              <w:rPr>
                <w:sz w:val="24"/>
                <w:szCs w:val="24"/>
              </w:rPr>
              <w:t>При проведении электронных процедур обеспечение заявки на участие в закупке предоставляется одним из следующих способов:</w:t>
            </w:r>
          </w:p>
          <w:p w14:paraId="6C79E4ED" w14:textId="77777777" w:rsidR="0063453B" w:rsidRPr="002D29EB" w:rsidRDefault="00000000" w:rsidP="00E05178">
            <w:pPr>
              <w:ind w:firstLine="709"/>
              <w:rPr>
                <w:sz w:val="24"/>
                <w:szCs w:val="24"/>
              </w:rPr>
            </w:pPr>
            <w:r w:rsidRPr="002D29EB">
              <w:rPr>
                <w:sz w:val="24"/>
                <w:szCs w:val="24"/>
              </w:rPr>
              <w:t xml:space="preserve">1) 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для их перевода в случаях, предусмотренных настоящей статьей,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 Требования к таким банкам, к договору специального счета, к порядку </w:t>
            </w:r>
            <w:proofErr w:type="gramStart"/>
            <w:r w:rsidRPr="002D29EB">
              <w:rPr>
                <w:sz w:val="24"/>
                <w:szCs w:val="24"/>
              </w:rPr>
              <w:t>использования</w:t>
            </w:r>
            <w:proofErr w:type="gramEnd"/>
            <w:r w:rsidRPr="002D29EB">
              <w:rPr>
                <w:sz w:val="24"/>
                <w:szCs w:val="24"/>
              </w:rPr>
              <w:t xml:space="preserve"> имеющегося у участника закупки банковского счета в качестве специального счета </w:t>
            </w:r>
            <w:r w:rsidRPr="002D29EB">
              <w:rPr>
                <w:sz w:val="24"/>
                <w:szCs w:val="24"/>
              </w:rPr>
              <w:lastRenderedPageBreak/>
              <w:t>устанавливаются Правительством Российской Федерации;</w:t>
            </w:r>
          </w:p>
          <w:p w14:paraId="1B504B44" w14:textId="77777777" w:rsidR="0063453B" w:rsidRPr="002D29EB" w:rsidRDefault="00000000" w:rsidP="00E05178">
            <w:pPr>
              <w:ind w:firstLine="709"/>
              <w:rPr>
                <w:sz w:val="24"/>
                <w:szCs w:val="24"/>
              </w:rPr>
            </w:pPr>
            <w:r w:rsidRPr="002D29EB">
              <w:rPr>
                <w:sz w:val="24"/>
                <w:szCs w:val="24"/>
              </w:rPr>
              <w:t>2) путем предоставления независимой гарантии, соответствующей требованиям статьи 45 Закона № 44-ФЗ (срок действия независимой гарантии должен составлять не менее месяца с даты окончания срока подачи заявок).</w:t>
            </w:r>
          </w:p>
          <w:p w14:paraId="72642A38" w14:textId="77777777" w:rsidR="0063453B" w:rsidRPr="002D29EB" w:rsidRDefault="00000000" w:rsidP="00E05178">
            <w:pPr>
              <w:ind w:firstLine="709"/>
              <w:rPr>
                <w:sz w:val="24"/>
                <w:szCs w:val="24"/>
              </w:rPr>
            </w:pPr>
            <w:r w:rsidRPr="002D29EB">
              <w:rPr>
                <w:sz w:val="24"/>
                <w:szCs w:val="24"/>
              </w:rPr>
              <w:t>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информационной системе.</w:t>
            </w:r>
          </w:p>
          <w:p w14:paraId="07B4A13B" w14:textId="77777777" w:rsidR="0063453B" w:rsidRPr="002D29EB" w:rsidRDefault="00000000" w:rsidP="00E05178">
            <w:pPr>
              <w:ind w:firstLine="709"/>
              <w:rPr>
                <w:b/>
                <w:sz w:val="24"/>
                <w:szCs w:val="24"/>
              </w:rPr>
            </w:pPr>
            <w:r w:rsidRPr="002D29EB">
              <w:rPr>
                <w:b/>
                <w:sz w:val="24"/>
                <w:szCs w:val="24"/>
              </w:rPr>
              <w:t>2. В случае предоставления обеспечения заявки на участие в закупке в виде денежных средств:</w:t>
            </w:r>
          </w:p>
          <w:p w14:paraId="379A03B7" w14:textId="77777777" w:rsidR="0063453B" w:rsidRPr="002D29EB" w:rsidRDefault="00000000" w:rsidP="00E05178">
            <w:pPr>
              <w:ind w:firstLine="709"/>
              <w:rPr>
                <w:sz w:val="24"/>
                <w:szCs w:val="24"/>
              </w:rPr>
            </w:pPr>
            <w:r w:rsidRPr="002D29EB">
              <w:rPr>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2A8D4E8F" w14:textId="77777777" w:rsidR="0063453B" w:rsidRPr="002D29EB" w:rsidRDefault="00000000" w:rsidP="00E05178">
            <w:pPr>
              <w:ind w:firstLine="709"/>
              <w:rPr>
                <w:sz w:val="24"/>
                <w:szCs w:val="24"/>
              </w:rPr>
            </w:pPr>
            <w:r w:rsidRPr="002D29EB">
              <w:rPr>
                <w:sz w:val="24"/>
                <w:szCs w:val="24"/>
              </w:rPr>
              <w:t>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0A0B9DF1" w14:textId="77777777" w:rsidR="0063453B" w:rsidRPr="002D29EB" w:rsidRDefault="00000000" w:rsidP="00E05178">
            <w:pPr>
              <w:ind w:firstLine="709"/>
              <w:rPr>
                <w:sz w:val="24"/>
                <w:szCs w:val="24"/>
              </w:rPr>
            </w:pPr>
            <w:r w:rsidRPr="002D29EB">
              <w:rPr>
                <w:sz w:val="24"/>
                <w:szCs w:val="24"/>
              </w:rPr>
              <w:t>банк не позднее сорока минут с момента получения информации, предусмотренной подпунктом «б» пункта 3 статьи 44 Закона № 44-ФЗ,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7AB6DFCB" w14:textId="77777777" w:rsidR="0063453B" w:rsidRPr="002D29EB" w:rsidRDefault="00000000" w:rsidP="00E05178">
            <w:pPr>
              <w:ind w:firstLine="709"/>
              <w:rPr>
                <w:sz w:val="24"/>
                <w:szCs w:val="24"/>
              </w:rPr>
            </w:pPr>
            <w:r w:rsidRPr="002D29EB">
              <w:rPr>
                <w:sz w:val="24"/>
                <w:szCs w:val="24"/>
              </w:rPr>
              <w:t>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 соответствии с подпунктом «е» пункта 5 части 6 статьи 43 Закона № 44-ФЗ возврат заявки подавшему ее участнику закупки.</w:t>
            </w:r>
          </w:p>
          <w:p w14:paraId="54B46641" w14:textId="77777777" w:rsidR="0063453B" w:rsidRPr="002D29EB" w:rsidRDefault="0063453B" w:rsidP="00E05178">
            <w:pPr>
              <w:ind w:firstLine="709"/>
              <w:rPr>
                <w:sz w:val="24"/>
                <w:szCs w:val="24"/>
              </w:rPr>
            </w:pPr>
          </w:p>
          <w:p w14:paraId="27C3C107" w14:textId="77777777" w:rsidR="0063453B" w:rsidRPr="002D29EB" w:rsidRDefault="00000000" w:rsidP="00E05178">
            <w:pPr>
              <w:ind w:firstLine="709"/>
              <w:rPr>
                <w:b/>
                <w:sz w:val="24"/>
                <w:szCs w:val="24"/>
              </w:rPr>
            </w:pPr>
            <w:r w:rsidRPr="002D29EB">
              <w:rPr>
                <w:b/>
                <w:sz w:val="24"/>
                <w:szCs w:val="24"/>
              </w:rPr>
              <w:t>3. В случае предоставления обеспечения заявки на участие в закупке в виде независимой гарантии:</w:t>
            </w:r>
          </w:p>
          <w:p w14:paraId="1BD0F539" w14:textId="77777777" w:rsidR="0063453B" w:rsidRPr="002D29EB" w:rsidRDefault="00000000" w:rsidP="00E05178">
            <w:pPr>
              <w:ind w:firstLine="709"/>
              <w:rPr>
                <w:sz w:val="24"/>
                <w:szCs w:val="24"/>
              </w:rPr>
            </w:pPr>
            <w:r w:rsidRPr="002D29EB">
              <w:rPr>
                <w:sz w:val="24"/>
                <w:szCs w:val="24"/>
              </w:rPr>
              <w:t>оператор электронной площадки посредством взаимодействия с реестром независимых гарантий, размещенным в единой информационной системе, не позднее одного часа с момента получения заявки на участие в закупке проверяет наличие номера реестровой записи в таком реестре, сумму независимой гарантии, а также соответствие идентификационного кода закупки, указанного в независимой гарантии, идентификационному коду закупки, указанному в извещении об осуществлении закупки. Оператор электронной площадки возвращает заявку подавшему ее участнику закупки в соответствии с подпунктом «ж» пункта 5 части 6 статьи 43 Закона № 44-ФЗ</w:t>
            </w:r>
          </w:p>
          <w:p w14:paraId="3A5C50B7" w14:textId="77777777" w:rsidR="0063453B" w:rsidRPr="002D29EB" w:rsidRDefault="00000000" w:rsidP="00F404D3">
            <w:pPr>
              <w:suppressLineNumbers/>
              <w:ind w:firstLine="709"/>
              <w:rPr>
                <w:b/>
                <w:sz w:val="24"/>
                <w:szCs w:val="24"/>
              </w:rPr>
            </w:pPr>
            <w:r w:rsidRPr="002D29EB">
              <w:rPr>
                <w:b/>
                <w:bCs/>
                <w:sz w:val="24"/>
                <w:szCs w:val="24"/>
              </w:rPr>
              <w:t>4.</w:t>
            </w:r>
            <w:r w:rsidRPr="002D29EB">
              <w:t xml:space="preserve"> </w:t>
            </w:r>
            <w:r w:rsidRPr="002D29EB">
              <w:rPr>
                <w:b/>
                <w:sz w:val="24"/>
                <w:szCs w:val="24"/>
              </w:rPr>
              <w:t>Особенности порядка предоставления обеспечения заявок на участие в закупках товаров, работ, услуг для обеспечения государственных или муниципальных нужд</w:t>
            </w:r>
            <w:r w:rsidRPr="002D29EB">
              <w:rPr>
                <w:sz w:val="24"/>
                <w:szCs w:val="24"/>
              </w:rPr>
              <w:t xml:space="preserve"> </w:t>
            </w:r>
            <w:r w:rsidRPr="002D29EB">
              <w:rPr>
                <w:b/>
                <w:sz w:val="24"/>
                <w:szCs w:val="24"/>
              </w:rPr>
              <w:t>в соответствии с постановлением Правительства РФ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r w:rsidRPr="002D29EB">
              <w:t xml:space="preserve"> (</w:t>
            </w:r>
            <w:r w:rsidRPr="002D29EB">
              <w:rPr>
                <w:sz w:val="24"/>
                <w:szCs w:val="24"/>
              </w:rPr>
              <w:t>далее -</w:t>
            </w:r>
            <w:r w:rsidRPr="002D29EB">
              <w:t xml:space="preserve"> </w:t>
            </w:r>
            <w:r w:rsidRPr="002D29EB">
              <w:rPr>
                <w:b/>
                <w:sz w:val="24"/>
                <w:szCs w:val="24"/>
              </w:rPr>
              <w:t>постановление Правительства РФ № 579):</w:t>
            </w:r>
          </w:p>
          <w:p w14:paraId="0291617D" w14:textId="77777777" w:rsidR="0063453B" w:rsidRPr="002D29EB" w:rsidRDefault="00000000" w:rsidP="00F404D3">
            <w:pPr>
              <w:suppressLineNumbers/>
              <w:ind w:firstLine="709"/>
              <w:rPr>
                <w:sz w:val="24"/>
                <w:szCs w:val="24"/>
              </w:rPr>
            </w:pPr>
            <w:r w:rsidRPr="002D29EB">
              <w:rPr>
                <w:sz w:val="24"/>
                <w:szCs w:val="24"/>
              </w:rPr>
              <w:t xml:space="preserve">если при проведении предусмотренных Законом № 44-ФЗ электронных процедур предусмотрено предоставление обеспечения заявки на участие в закупке товаров, работ, услуг для обеспечения государственных или муниципальных нужд (далее - закупка), участники закупки, </w:t>
            </w:r>
            <w:r w:rsidRPr="002D29EB">
              <w:rPr>
                <w:b/>
                <w:sz w:val="24"/>
                <w:szCs w:val="24"/>
              </w:rPr>
              <w:t>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w:t>
            </w:r>
            <w:r w:rsidRPr="002D29EB">
              <w:rPr>
                <w:sz w:val="24"/>
                <w:szCs w:val="24"/>
              </w:rPr>
              <w:t xml:space="preserve">, или физическими лицами, являющимися гражданами государства - члена Евразийского экономического союза, за исключением Российской Федерации (Республика Беларусь, Республика Казахстан, </w:t>
            </w:r>
            <w:r w:rsidRPr="002D29EB">
              <w:rPr>
                <w:sz w:val="24"/>
                <w:szCs w:val="24"/>
              </w:rPr>
              <w:lastRenderedPageBreak/>
              <w:t xml:space="preserve">Республика Армения, Кыргызская Республика) (далее - участники закупки), </w:t>
            </w:r>
            <w:r w:rsidRPr="002D29EB">
              <w:rPr>
                <w:b/>
                <w:sz w:val="24"/>
                <w:szCs w:val="24"/>
              </w:rPr>
              <w:t>вправе</w:t>
            </w:r>
            <w:r w:rsidRPr="002D29EB">
              <w:rPr>
                <w:sz w:val="24"/>
                <w:szCs w:val="24"/>
              </w:rPr>
              <w:t xml:space="preserve"> предоставить обеспечение заявок </w:t>
            </w:r>
            <w:r w:rsidRPr="002D29EB">
              <w:rPr>
                <w:b/>
                <w:sz w:val="24"/>
                <w:szCs w:val="24"/>
              </w:rPr>
              <w:t>в виде денежных средств с учетом следующих особенностей:</w:t>
            </w:r>
          </w:p>
          <w:p w14:paraId="1E55A632" w14:textId="77777777" w:rsidR="0063453B" w:rsidRPr="002D29EB" w:rsidRDefault="00000000" w:rsidP="00F404D3">
            <w:pPr>
              <w:suppressLineNumbers/>
              <w:ind w:firstLine="709"/>
              <w:rPr>
                <w:sz w:val="24"/>
                <w:szCs w:val="24"/>
              </w:rPr>
            </w:pPr>
            <w:r w:rsidRPr="002D29EB">
              <w:rPr>
                <w:sz w:val="24"/>
                <w:szCs w:val="24"/>
              </w:rPr>
              <w:t>а) денежные средства вносятся участниками закупки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14:paraId="56D57EF7" w14:textId="77777777" w:rsidR="0063453B" w:rsidRPr="002D29EB" w:rsidRDefault="00000000" w:rsidP="00F404D3">
            <w:pPr>
              <w:suppressLineNumbers/>
              <w:ind w:firstLine="709"/>
              <w:rPr>
                <w:sz w:val="24"/>
                <w:szCs w:val="24"/>
              </w:rPr>
            </w:pPr>
            <w:r w:rsidRPr="002D29EB">
              <w:rPr>
                <w:sz w:val="24"/>
                <w:szCs w:val="24"/>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5774C06A" w14:textId="77777777" w:rsidR="0063453B" w:rsidRPr="002D29EB" w:rsidRDefault="00000000" w:rsidP="00F404D3">
            <w:pPr>
              <w:suppressLineNumbers/>
              <w:ind w:firstLine="709"/>
              <w:rPr>
                <w:sz w:val="24"/>
                <w:szCs w:val="24"/>
              </w:rPr>
            </w:pPr>
            <w:r w:rsidRPr="002D29EB">
              <w:rPr>
                <w:sz w:val="24"/>
                <w:szCs w:val="24"/>
              </w:rPr>
              <w:t>в) участник закупки признается непредоставившим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предусмотренный подпунктом "а" пункта 1</w:t>
            </w:r>
            <w:r w:rsidRPr="002D29EB">
              <w:t xml:space="preserve"> </w:t>
            </w:r>
            <w:r w:rsidRPr="002D29EB">
              <w:rPr>
                <w:sz w:val="24"/>
                <w:szCs w:val="24"/>
              </w:rPr>
              <w:t>постановления Правительства РФ № 579 .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Закона № 44-ФЗ;</w:t>
            </w:r>
          </w:p>
          <w:p w14:paraId="350697EC" w14:textId="77777777" w:rsidR="0063453B" w:rsidRPr="002D29EB" w:rsidRDefault="00000000" w:rsidP="002D29EB">
            <w:pPr>
              <w:suppressLineNumbers/>
              <w:ind w:firstLine="709"/>
              <w:rPr>
                <w:sz w:val="24"/>
                <w:szCs w:val="24"/>
              </w:rPr>
            </w:pPr>
            <w:r w:rsidRPr="002D29EB">
              <w:rPr>
                <w:sz w:val="24"/>
                <w:szCs w:val="24"/>
              </w:rPr>
              <w:t>г) заказчик возвращает денежные средства, внесенные в качестве обеспечения заявки на участие в закупке, не позднее 5 рабочих дней со дня, следующего за днем наступления случаев, предусмотренных пунктами 1 - 6 части 10 статьи 44 Закона № 44-ФЗ. Возврат таких денежных средств участнику закупки не осуществляется в случае, предусмотренном пунктом 7 части 10 статьи 44 Закона № 44-ФЗ.</w:t>
            </w:r>
          </w:p>
          <w:p w14:paraId="58FF0469" w14:textId="77777777" w:rsidR="0063453B" w:rsidRPr="002D29EB" w:rsidRDefault="0063453B" w:rsidP="002D29EB">
            <w:pPr>
              <w:suppressLineNumbers/>
              <w:ind w:firstLine="709"/>
              <w:rPr>
                <w:sz w:val="24"/>
                <w:szCs w:val="24"/>
              </w:rPr>
            </w:pPr>
          </w:p>
          <w:p w14:paraId="4A591B84" w14:textId="77777777" w:rsidR="0063453B" w:rsidRPr="002D29EB" w:rsidRDefault="00000000" w:rsidP="002D29EB">
            <w:pPr>
              <w:suppressLineNumbers/>
              <w:ind w:firstLine="709"/>
              <w:rPr>
                <w:sz w:val="24"/>
                <w:szCs w:val="24"/>
                <w:lang w:eastAsia="en-US"/>
              </w:rPr>
            </w:pPr>
            <w:r w:rsidRPr="002D29EB">
              <w:rPr>
                <w:sz w:val="24"/>
                <w:szCs w:val="24"/>
                <w:lang w:eastAsia="en-US"/>
              </w:rPr>
              <w:t xml:space="preserve">Реквизиты счета, на котором в соответствии с законодательством РФ учитываются операции со средствами, поступающими заказчику </w:t>
            </w:r>
            <w:hyperlink r:id="rId7" w:history="1">
              <w:r w:rsidR="0063453B" w:rsidRPr="002D29EB">
                <w:rPr>
                  <w:sz w:val="24"/>
                  <w:szCs w:val="24"/>
                </w:rPr>
                <w:t>ч.13 ст.44</w:t>
              </w:r>
            </w:hyperlink>
            <w:r w:rsidRPr="002D29EB">
              <w:rPr>
                <w:sz w:val="24"/>
                <w:szCs w:val="24"/>
                <w:lang w:eastAsia="en-US"/>
              </w:rPr>
              <w:t>:</w:t>
            </w:r>
          </w:p>
          <w:p w14:paraId="70D117F4" w14:textId="77777777" w:rsidR="00237F06" w:rsidRPr="00237F06" w:rsidRDefault="00237F06" w:rsidP="00237F06">
            <w:pPr>
              <w:ind w:firstLine="709"/>
              <w:rPr>
                <w:sz w:val="24"/>
                <w:szCs w:val="24"/>
              </w:rPr>
            </w:pPr>
            <w:r w:rsidRPr="00237F06">
              <w:rPr>
                <w:sz w:val="24"/>
                <w:szCs w:val="24"/>
              </w:rPr>
              <w:t>Получатель: Администрация Предгорненского сельского поселения Карачаево-Черкесской Республики</w:t>
            </w:r>
          </w:p>
          <w:p w14:paraId="2090D345" w14:textId="77777777" w:rsidR="00237F06" w:rsidRPr="00237F06" w:rsidRDefault="00237F06" w:rsidP="00237F06">
            <w:pPr>
              <w:ind w:firstLine="709"/>
              <w:rPr>
                <w:sz w:val="24"/>
                <w:szCs w:val="24"/>
              </w:rPr>
            </w:pPr>
            <w:r w:rsidRPr="00237F06">
              <w:rPr>
                <w:sz w:val="24"/>
                <w:szCs w:val="24"/>
              </w:rPr>
              <w:t>л/с 05793002850</w:t>
            </w:r>
          </w:p>
          <w:p w14:paraId="6F05B9A2" w14:textId="77777777" w:rsidR="00237F06" w:rsidRPr="00237F06" w:rsidRDefault="00237F06" w:rsidP="00237F06">
            <w:pPr>
              <w:ind w:firstLine="709"/>
              <w:rPr>
                <w:sz w:val="24"/>
                <w:szCs w:val="24"/>
              </w:rPr>
            </w:pPr>
            <w:r w:rsidRPr="00237F06">
              <w:rPr>
                <w:sz w:val="24"/>
                <w:szCs w:val="24"/>
              </w:rPr>
              <w:t>ИНН 0908001714</w:t>
            </w:r>
          </w:p>
          <w:p w14:paraId="49AF6533" w14:textId="77777777" w:rsidR="00237F06" w:rsidRPr="00237F06" w:rsidRDefault="00237F06" w:rsidP="00237F06">
            <w:pPr>
              <w:ind w:firstLine="709"/>
              <w:rPr>
                <w:sz w:val="24"/>
                <w:szCs w:val="24"/>
              </w:rPr>
            </w:pPr>
            <w:r w:rsidRPr="00237F06">
              <w:rPr>
                <w:sz w:val="24"/>
                <w:szCs w:val="24"/>
              </w:rPr>
              <w:t>КПП 090801001</w:t>
            </w:r>
          </w:p>
          <w:p w14:paraId="68CA3E5A" w14:textId="77777777" w:rsidR="00237F06" w:rsidRPr="00237F06" w:rsidRDefault="00237F06" w:rsidP="00237F06">
            <w:pPr>
              <w:ind w:firstLine="709"/>
              <w:rPr>
                <w:sz w:val="24"/>
                <w:szCs w:val="24"/>
              </w:rPr>
            </w:pPr>
            <w:r w:rsidRPr="00237F06">
              <w:rPr>
                <w:sz w:val="24"/>
                <w:szCs w:val="24"/>
              </w:rPr>
              <w:t>БИК 019133001</w:t>
            </w:r>
          </w:p>
          <w:p w14:paraId="31C6E0F5" w14:textId="77777777" w:rsidR="00237F06" w:rsidRPr="00237F06" w:rsidRDefault="00237F06" w:rsidP="00237F06">
            <w:pPr>
              <w:ind w:firstLine="709"/>
              <w:rPr>
                <w:sz w:val="24"/>
                <w:szCs w:val="24"/>
              </w:rPr>
            </w:pPr>
            <w:r w:rsidRPr="00237F06">
              <w:rPr>
                <w:sz w:val="24"/>
                <w:szCs w:val="24"/>
              </w:rPr>
              <w:t>Единый казначейский счет 40102810245370000078</w:t>
            </w:r>
          </w:p>
          <w:p w14:paraId="35B0DDD0" w14:textId="77777777" w:rsidR="00237F06" w:rsidRPr="00237F06" w:rsidRDefault="00237F06" w:rsidP="00237F06">
            <w:pPr>
              <w:ind w:firstLine="709"/>
              <w:rPr>
                <w:sz w:val="24"/>
                <w:szCs w:val="24"/>
              </w:rPr>
            </w:pPr>
            <w:r w:rsidRPr="00237F06">
              <w:rPr>
                <w:sz w:val="24"/>
                <w:szCs w:val="24"/>
              </w:rPr>
              <w:t>Казначейский счет 03100643000000017900</w:t>
            </w:r>
          </w:p>
          <w:p w14:paraId="63A6D315" w14:textId="5D3A40FD" w:rsidR="0063453B" w:rsidRPr="002D29EB" w:rsidRDefault="00237F06" w:rsidP="00237F06">
            <w:pPr>
              <w:suppressLineNumbers/>
              <w:ind w:firstLine="709"/>
              <w:rPr>
                <w:sz w:val="24"/>
                <w:szCs w:val="24"/>
              </w:rPr>
            </w:pPr>
            <w:r w:rsidRPr="00237F06">
              <w:rPr>
                <w:sz w:val="24"/>
                <w:szCs w:val="24"/>
              </w:rPr>
              <w:t>Банк получателя Отделение-НБ Карачаево-Черкесская Республика//УФК по Карачаево-Черкесской Республике г. Черкесск.</w:t>
            </w:r>
          </w:p>
        </w:tc>
      </w:tr>
      <w:tr w:rsidR="00813E8A" w:rsidRPr="002D29EB" w14:paraId="059E15F8" w14:textId="77777777" w:rsidTr="00E05178">
        <w:tc>
          <w:tcPr>
            <w:tcW w:w="10485" w:type="dxa"/>
            <w:shd w:val="clear" w:color="auto" w:fill="F2F2F2" w:themeFill="background1" w:themeFillShade="F2"/>
          </w:tcPr>
          <w:p w14:paraId="2742BBF8" w14:textId="77777777" w:rsidR="0063453B" w:rsidRPr="002D29EB" w:rsidRDefault="00000000" w:rsidP="00E05178">
            <w:pPr>
              <w:suppressLineNumbers/>
              <w:ind w:firstLine="0"/>
              <w:jc w:val="center"/>
              <w:rPr>
                <w:b/>
                <w:sz w:val="24"/>
                <w:szCs w:val="24"/>
                <w:lang w:eastAsia="ar-SA"/>
              </w:rPr>
            </w:pPr>
            <w:r w:rsidRPr="002D29EB">
              <w:rPr>
                <w:b/>
                <w:sz w:val="24"/>
                <w:szCs w:val="24"/>
                <w:lang w:eastAsia="ar-SA"/>
              </w:rPr>
              <w:lastRenderedPageBreak/>
              <w:t xml:space="preserve">Условия независимой гарантии </w:t>
            </w:r>
            <w:r w:rsidRPr="002D29EB">
              <w:rPr>
                <w:b/>
                <w:sz w:val="24"/>
                <w:szCs w:val="24"/>
                <w:lang w:eastAsia="ar-SA"/>
              </w:rPr>
              <w:br/>
              <w:t xml:space="preserve">и порядок ее предоставления в качестве обеспечения заявки </w:t>
            </w:r>
          </w:p>
          <w:p w14:paraId="4631F2A2" w14:textId="77777777" w:rsidR="0063453B" w:rsidRPr="002D29EB" w:rsidRDefault="00000000" w:rsidP="00E05178">
            <w:pPr>
              <w:suppressLineNumbers/>
              <w:ind w:firstLine="0"/>
              <w:jc w:val="center"/>
              <w:rPr>
                <w:i/>
                <w:sz w:val="24"/>
                <w:szCs w:val="24"/>
                <w:lang w:eastAsia="ar-SA"/>
              </w:rPr>
            </w:pPr>
            <w:r w:rsidRPr="002D29EB">
              <w:rPr>
                <w:i/>
                <w:sz w:val="24"/>
                <w:szCs w:val="24"/>
                <w:lang w:eastAsia="ar-SA"/>
              </w:rPr>
              <w:t xml:space="preserve">(требования установлены в соответствии со статьей 45 Закона № 44-ФЗ, </w:t>
            </w:r>
          </w:p>
          <w:p w14:paraId="05360D04" w14:textId="77777777" w:rsidR="0063453B" w:rsidRPr="002D29EB" w:rsidRDefault="00000000" w:rsidP="00E05178">
            <w:pPr>
              <w:suppressLineNumbers/>
              <w:ind w:firstLine="0"/>
              <w:jc w:val="center"/>
              <w:rPr>
                <w:b/>
                <w:sz w:val="24"/>
                <w:szCs w:val="24"/>
                <w:u w:val="single"/>
              </w:rPr>
            </w:pPr>
            <w:r w:rsidRPr="002D29EB">
              <w:rPr>
                <w:i/>
                <w:sz w:val="24"/>
                <w:szCs w:val="24"/>
                <w:lang w:eastAsia="ar-SA"/>
              </w:rPr>
              <w:t>постановлением Правительства РФ от 08.11.2013 № 1005)</w:t>
            </w:r>
          </w:p>
        </w:tc>
      </w:tr>
      <w:tr w:rsidR="00813E8A" w:rsidRPr="002D29EB" w14:paraId="4B2AFCDE" w14:textId="77777777" w:rsidTr="00E05178">
        <w:tc>
          <w:tcPr>
            <w:tcW w:w="10485" w:type="dxa"/>
          </w:tcPr>
          <w:p w14:paraId="1CBD7176" w14:textId="77777777" w:rsidR="0063453B" w:rsidRPr="002D29EB" w:rsidRDefault="00000000" w:rsidP="00E05178">
            <w:pPr>
              <w:pStyle w:val="ae"/>
              <w:ind w:left="0" w:firstLine="487"/>
            </w:pPr>
            <w:r w:rsidRPr="002D29EB">
              <w:t>Независимая гарантия оформляется в письменной форме на бумажном носителе или в форме электронного документа, подписанного электронной подписью, вид которой предусмотрен Законом № 44-ФЗ, лица, имеющего право действовать от имени гаранта, на условиях, определенных гражданским законодательством и статьей 45 Закона № 44-ФЗ.</w:t>
            </w:r>
          </w:p>
          <w:p w14:paraId="2AB66F58" w14:textId="77777777" w:rsidR="0063453B" w:rsidRPr="002D29EB" w:rsidRDefault="00000000" w:rsidP="00E05178">
            <w:pPr>
              <w:pStyle w:val="ae"/>
              <w:ind w:left="0" w:firstLine="487"/>
            </w:pPr>
            <w:r w:rsidRPr="002D29EB">
              <w:t>Требования к независимой гарантии:</w:t>
            </w:r>
          </w:p>
          <w:p w14:paraId="33DA54A4" w14:textId="77777777" w:rsidR="0063453B" w:rsidRPr="002D29EB" w:rsidRDefault="00000000" w:rsidP="00E05178">
            <w:pPr>
              <w:pStyle w:val="ae"/>
              <w:ind w:left="0" w:firstLine="487"/>
            </w:pPr>
            <w:r w:rsidRPr="002D29EB">
              <w:t>1) в соответствии с частью 2 статьи 45 Закона № 44-ФЗ независимая гарантия должна быть безотзывной и должна содержать:</w:t>
            </w:r>
          </w:p>
          <w:p w14:paraId="59EDF0F7" w14:textId="77777777" w:rsidR="0063453B" w:rsidRPr="002D29EB" w:rsidRDefault="00000000" w:rsidP="00343928">
            <w:pPr>
              <w:pStyle w:val="ae"/>
              <w:numPr>
                <w:ilvl w:val="0"/>
                <w:numId w:val="1"/>
              </w:numPr>
              <w:ind w:left="0" w:firstLine="359"/>
            </w:pPr>
            <w:r w:rsidRPr="002D29EB">
              <w:t xml:space="preserve">сумму независимой гарантии, подлежащую уплате гарантом заказчику в установленных статьей 44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а также </w:t>
            </w:r>
            <w:r w:rsidRPr="002D29EB">
              <w:lastRenderedPageBreak/>
              <w:t>идентификационный код закупки, при осуществлении которой предоставляется такая независимая гарантия;</w:t>
            </w:r>
          </w:p>
          <w:p w14:paraId="18422852" w14:textId="77777777" w:rsidR="0063453B" w:rsidRPr="002D29EB" w:rsidRDefault="00000000" w:rsidP="00433BCE">
            <w:pPr>
              <w:pStyle w:val="ae"/>
              <w:numPr>
                <w:ilvl w:val="0"/>
                <w:numId w:val="1"/>
              </w:numPr>
              <w:ind w:left="0" w:firstLine="487"/>
            </w:pPr>
            <w:r w:rsidRPr="002D29EB">
              <w:t>обязательства принципала, надлежащее исполнение которых обеспечивается независимой гарантией;</w:t>
            </w:r>
          </w:p>
          <w:p w14:paraId="3D119D8B" w14:textId="77777777" w:rsidR="0063453B" w:rsidRPr="002D29EB" w:rsidRDefault="00000000" w:rsidP="00433BCE">
            <w:pPr>
              <w:pStyle w:val="ae"/>
              <w:numPr>
                <w:ilvl w:val="0"/>
                <w:numId w:val="1"/>
              </w:numPr>
              <w:autoSpaceDE w:val="0"/>
              <w:autoSpaceDN w:val="0"/>
              <w:adjustRightInd w:val="0"/>
              <w:ind w:left="0" w:firstLine="487"/>
              <w:rPr>
                <w:bCs/>
                <w:iCs/>
              </w:rPr>
            </w:pPr>
            <w:r w:rsidRPr="002D29EB">
              <w:rPr>
                <w:bCs/>
                <w:iCs/>
              </w:rPr>
              <w:t xml:space="preserve">обязанность гаранта в случае просрочки исполнения обязательств по независимой гарантии, требование об уплате </w:t>
            </w:r>
            <w:proofErr w:type="gramStart"/>
            <w:r w:rsidRPr="002D29EB">
              <w:rPr>
                <w:bCs/>
                <w:iCs/>
              </w:rPr>
              <w:t>денежной суммы</w:t>
            </w:r>
            <w:proofErr w:type="gramEnd"/>
            <w:r w:rsidRPr="002D29EB">
              <w:rPr>
                <w:bCs/>
                <w:iCs/>
              </w:rPr>
              <w:t xml:space="preserve">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67D5A979" w14:textId="77777777" w:rsidR="0063453B" w:rsidRPr="002D29EB" w:rsidRDefault="00000000" w:rsidP="00433BCE">
            <w:pPr>
              <w:pStyle w:val="ae"/>
              <w:numPr>
                <w:ilvl w:val="0"/>
                <w:numId w:val="1"/>
              </w:numPr>
              <w:ind w:left="0" w:firstLine="487"/>
            </w:pPr>
            <w:r w:rsidRPr="002D29EB">
              <w:t>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0AD367D8" w14:textId="77777777" w:rsidR="0063453B" w:rsidRPr="002D29EB" w:rsidRDefault="00000000" w:rsidP="00433BCE">
            <w:pPr>
              <w:pStyle w:val="ae"/>
              <w:numPr>
                <w:ilvl w:val="0"/>
                <w:numId w:val="1"/>
              </w:numPr>
              <w:ind w:left="0" w:firstLine="487"/>
            </w:pPr>
            <w:r w:rsidRPr="002D29EB">
              <w:t xml:space="preserve">срок действия независимой гарантии с учетом требований статьи 44 </w:t>
            </w:r>
            <w:r w:rsidRPr="002D29EB">
              <w:rPr>
                <w:bCs/>
                <w:lang w:eastAsia="ar-SA"/>
              </w:rPr>
              <w:t xml:space="preserve">Закона № 44-ФЗ (такой срок </w:t>
            </w:r>
            <w:r w:rsidRPr="002D29EB">
              <w:t xml:space="preserve">должен составлять не менее месяца с даты окончания срока подачи заявок); </w:t>
            </w:r>
          </w:p>
          <w:p w14:paraId="6B43779F" w14:textId="77777777" w:rsidR="0063453B" w:rsidRPr="002D29EB" w:rsidRDefault="00000000" w:rsidP="00433BCE">
            <w:pPr>
              <w:pStyle w:val="ae"/>
              <w:numPr>
                <w:ilvl w:val="0"/>
                <w:numId w:val="1"/>
              </w:numPr>
              <w:ind w:left="0" w:firstLine="847"/>
            </w:pPr>
            <w:r w:rsidRPr="002D29EB">
              <w:t>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 в соответствии с постановлением Правительства Российской Федерации от 08.11.2013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(далее – Постановление № 1005);</w:t>
            </w:r>
          </w:p>
          <w:p w14:paraId="16510AC5" w14:textId="77777777" w:rsidR="0063453B" w:rsidRPr="002D29EB" w:rsidRDefault="00000000" w:rsidP="00433BCE">
            <w:pPr>
              <w:pStyle w:val="ae"/>
              <w:numPr>
                <w:ilvl w:val="0"/>
                <w:numId w:val="1"/>
              </w:numPr>
              <w:ind w:left="0" w:firstLine="359"/>
            </w:pPr>
            <w:r w:rsidRPr="002D29EB">
              <w:t>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 1005;</w:t>
            </w:r>
          </w:p>
          <w:p w14:paraId="3E16F2B8" w14:textId="77777777" w:rsidR="0063453B" w:rsidRPr="002D29EB" w:rsidRDefault="00000000" w:rsidP="00433BCE">
            <w:pPr>
              <w:pStyle w:val="ae"/>
              <w:numPr>
                <w:ilvl w:val="0"/>
                <w:numId w:val="1"/>
              </w:numPr>
              <w:ind w:left="0" w:firstLine="359"/>
            </w:pPr>
            <w:r w:rsidRPr="002D29EB">
              <w:t xml:space="preserve">условия о рассмотрении споров, возникающих в связи с исполнением обязательств по независимой гарантии, в арбитражном </w:t>
            </w:r>
            <w:proofErr w:type="gramStart"/>
            <w:r w:rsidRPr="002D29EB">
              <w:t>суде;.</w:t>
            </w:r>
            <w:proofErr w:type="gramEnd"/>
          </w:p>
          <w:p w14:paraId="116A5DCE" w14:textId="77777777" w:rsidR="0063453B" w:rsidRPr="002D29EB" w:rsidRDefault="00000000" w:rsidP="00E05178">
            <w:pPr>
              <w:widowControl/>
              <w:autoSpaceDE w:val="0"/>
              <w:autoSpaceDN w:val="0"/>
              <w:adjustRightInd w:val="0"/>
              <w:ind w:firstLine="487"/>
              <w:rPr>
                <w:sz w:val="24"/>
                <w:szCs w:val="24"/>
              </w:rPr>
            </w:pPr>
            <w:r w:rsidRPr="002D29EB">
              <w:rPr>
                <w:sz w:val="24"/>
                <w:szCs w:val="24"/>
              </w:rPr>
              <w:t>2)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389D5CF6" w14:textId="77777777" w:rsidR="0063453B" w:rsidRPr="002D29EB" w:rsidRDefault="00000000" w:rsidP="00E05178">
            <w:pPr>
              <w:widowControl/>
              <w:autoSpaceDE w:val="0"/>
              <w:autoSpaceDN w:val="0"/>
              <w:adjustRightInd w:val="0"/>
              <w:ind w:firstLine="487"/>
              <w:rPr>
                <w:sz w:val="24"/>
                <w:szCs w:val="24"/>
              </w:rPr>
            </w:pPr>
            <w:r w:rsidRPr="002D29EB">
              <w:rPr>
                <w:sz w:val="24"/>
                <w:szCs w:val="24"/>
              </w:rPr>
              <w:t>3) независимая гарантия должна соответствовать дополнительным требованиям, установленным Постановлением № 1005.</w:t>
            </w:r>
          </w:p>
          <w:p w14:paraId="08041AE5" w14:textId="77777777" w:rsidR="0063453B" w:rsidRPr="002D29EB" w:rsidRDefault="00000000" w:rsidP="00E05178">
            <w:pPr>
              <w:ind w:firstLine="487"/>
              <w:rPr>
                <w:sz w:val="24"/>
                <w:szCs w:val="24"/>
              </w:rPr>
            </w:pPr>
            <w:r w:rsidRPr="002D29EB">
              <w:rPr>
                <w:sz w:val="24"/>
                <w:szCs w:val="24"/>
                <w:lang w:eastAsia="en-US"/>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20886848" w14:textId="77777777" w:rsidR="0063453B" w:rsidRPr="002D29EB" w:rsidRDefault="00000000" w:rsidP="00E05178">
            <w:pPr>
              <w:ind w:firstLine="487"/>
              <w:rPr>
                <w:sz w:val="24"/>
                <w:szCs w:val="24"/>
              </w:rPr>
            </w:pPr>
            <w:r w:rsidRPr="002D29EB">
              <w:rPr>
                <w:sz w:val="24"/>
                <w:szCs w:val="24"/>
                <w:lang w:eastAsia="en-US"/>
              </w:rPr>
              <w:t xml:space="preserve">Независимая гарантия, </w:t>
            </w:r>
            <w:r w:rsidRPr="002D29EB">
              <w:rPr>
                <w:bCs/>
                <w:sz w:val="24"/>
                <w:szCs w:val="24"/>
                <w:lang w:eastAsia="ar-SA"/>
              </w:rPr>
              <w:t>используемая для целей Закона № 44-ФЗ, информация о ней и документы, предусмотренные частью 9 статьи 45 Закона № 44-ФЗ</w:t>
            </w:r>
            <w:r w:rsidRPr="002D29EB">
              <w:rPr>
                <w:sz w:val="24"/>
                <w:szCs w:val="24"/>
                <w:lang w:eastAsia="en-US"/>
              </w:rPr>
              <w:t>, должны быть включены в реестр независимых гарантий, размещенный в единой информационной системе, за исключением независимых гарантий, указанных в части 8.1 статьи</w:t>
            </w:r>
            <w:r w:rsidRPr="002D29EB">
              <w:rPr>
                <w:rFonts w:eastAsia="Calibri"/>
                <w:sz w:val="24"/>
                <w:szCs w:val="24"/>
                <w:lang w:eastAsia="en-US"/>
              </w:rPr>
              <w:t xml:space="preserve"> </w:t>
            </w:r>
            <w:r w:rsidRPr="002D29EB">
              <w:rPr>
                <w:sz w:val="24"/>
                <w:szCs w:val="24"/>
                <w:lang w:eastAsia="en-US"/>
              </w:rPr>
              <w:t xml:space="preserve">45 </w:t>
            </w:r>
            <w:r w:rsidRPr="002D29EB">
              <w:rPr>
                <w:bCs/>
                <w:sz w:val="24"/>
                <w:szCs w:val="24"/>
                <w:lang w:eastAsia="ar-SA"/>
              </w:rPr>
              <w:t>Закона № 44-ФЗ</w:t>
            </w:r>
            <w:r w:rsidRPr="002D29EB">
              <w:rPr>
                <w:sz w:val="24"/>
                <w:szCs w:val="24"/>
                <w:lang w:eastAsia="en-US"/>
              </w:rPr>
              <w:t xml:space="preserve">. </w:t>
            </w:r>
          </w:p>
          <w:p w14:paraId="2C1568A0" w14:textId="77777777" w:rsidR="0063453B" w:rsidRPr="002D29EB" w:rsidRDefault="00000000" w:rsidP="00E05178">
            <w:pPr>
              <w:widowControl/>
              <w:autoSpaceDE w:val="0"/>
              <w:autoSpaceDN w:val="0"/>
              <w:adjustRightInd w:val="0"/>
              <w:ind w:firstLine="487"/>
              <w:rPr>
                <w:sz w:val="24"/>
                <w:szCs w:val="24"/>
                <w:lang w:eastAsia="en-US"/>
              </w:rPr>
            </w:pPr>
            <w:r w:rsidRPr="002D29EB">
              <w:rPr>
                <w:sz w:val="24"/>
                <w:szCs w:val="24"/>
                <w:lang w:eastAsia="en-US"/>
              </w:rPr>
              <w:t>Правительством Российской Федерации устанавливаются:</w:t>
            </w:r>
          </w:p>
          <w:p w14:paraId="4C5B8D21" w14:textId="77777777" w:rsidR="0063453B" w:rsidRPr="002D29EB" w:rsidRDefault="00000000" w:rsidP="00E05178">
            <w:pPr>
              <w:widowControl/>
              <w:autoSpaceDE w:val="0"/>
              <w:autoSpaceDN w:val="0"/>
              <w:adjustRightInd w:val="0"/>
              <w:ind w:firstLine="487"/>
              <w:rPr>
                <w:sz w:val="24"/>
                <w:szCs w:val="24"/>
                <w:lang w:eastAsia="en-US"/>
              </w:rPr>
            </w:pPr>
            <w:r w:rsidRPr="002D29EB">
              <w:rPr>
                <w:sz w:val="24"/>
                <w:szCs w:val="24"/>
                <w:lang w:eastAsia="en-US"/>
              </w:rPr>
              <w:t xml:space="preserve">1) дополнительные требования к независимой гарантии, используемой для целей </w:t>
            </w:r>
            <w:r w:rsidRPr="002D29EB">
              <w:rPr>
                <w:bCs/>
                <w:sz w:val="24"/>
                <w:szCs w:val="24"/>
                <w:lang w:eastAsia="ar-SA"/>
              </w:rPr>
              <w:t>Закона № 44-ФЗ</w:t>
            </w:r>
            <w:r w:rsidRPr="002D29EB">
              <w:rPr>
                <w:sz w:val="24"/>
                <w:szCs w:val="24"/>
                <w:lang w:eastAsia="en-US"/>
              </w:rPr>
              <w:t>;</w:t>
            </w:r>
          </w:p>
          <w:p w14:paraId="6F41FE02" w14:textId="77777777" w:rsidR="0063453B" w:rsidRPr="002D29EB" w:rsidRDefault="00000000" w:rsidP="00E05178">
            <w:pPr>
              <w:widowControl/>
              <w:autoSpaceDE w:val="0"/>
              <w:autoSpaceDN w:val="0"/>
              <w:adjustRightInd w:val="0"/>
              <w:ind w:firstLine="487"/>
              <w:rPr>
                <w:sz w:val="24"/>
                <w:szCs w:val="24"/>
                <w:lang w:eastAsia="en-US"/>
              </w:rPr>
            </w:pPr>
            <w:r w:rsidRPr="002D29EB">
              <w:rPr>
                <w:sz w:val="24"/>
                <w:szCs w:val="24"/>
                <w:lang w:eastAsia="en-US"/>
              </w:rPr>
              <w:t>2) порядок ведения и размещения в единой информационной системе реестра независимых гарантий, порядок формирования и ведения закрытого реестра независимых гарантий, в том числе включения в него информации;</w:t>
            </w:r>
          </w:p>
          <w:p w14:paraId="51BA7675" w14:textId="77777777" w:rsidR="0063453B" w:rsidRPr="002D29EB" w:rsidRDefault="00000000" w:rsidP="00E05178">
            <w:pPr>
              <w:widowControl/>
              <w:autoSpaceDE w:val="0"/>
              <w:autoSpaceDN w:val="0"/>
              <w:adjustRightInd w:val="0"/>
              <w:ind w:firstLine="487"/>
              <w:rPr>
                <w:sz w:val="24"/>
                <w:szCs w:val="24"/>
                <w:lang w:eastAsia="en-US"/>
              </w:rPr>
            </w:pPr>
            <w:r w:rsidRPr="002D29EB">
              <w:rPr>
                <w:sz w:val="24"/>
                <w:szCs w:val="24"/>
                <w:lang w:eastAsia="en-US"/>
              </w:rPr>
              <w:t>3) порядок и сроки предоставления выписок из реестра;</w:t>
            </w:r>
          </w:p>
          <w:p w14:paraId="795F3759" w14:textId="77777777" w:rsidR="0063453B" w:rsidRPr="002D29EB" w:rsidRDefault="00000000" w:rsidP="00E05178">
            <w:pPr>
              <w:widowControl/>
              <w:autoSpaceDE w:val="0"/>
              <w:autoSpaceDN w:val="0"/>
              <w:adjustRightInd w:val="0"/>
              <w:ind w:firstLine="487"/>
              <w:rPr>
                <w:sz w:val="24"/>
                <w:szCs w:val="24"/>
              </w:rPr>
            </w:pPr>
            <w:r w:rsidRPr="002D29EB">
              <w:rPr>
                <w:sz w:val="24"/>
                <w:szCs w:val="24"/>
                <w:lang w:eastAsia="en-US"/>
              </w:rPr>
              <w:t>4) </w:t>
            </w:r>
            <w:r w:rsidRPr="002D29EB">
              <w:rPr>
                <w:sz w:val="24"/>
                <w:szCs w:val="24"/>
              </w:rPr>
              <w:t>типовая форма независимой гарантии, используемой для целей Закона № 44-ФЗ;</w:t>
            </w:r>
          </w:p>
          <w:p w14:paraId="71D9CA18" w14:textId="7CF7C64D" w:rsidR="0063453B" w:rsidRPr="006658AD" w:rsidRDefault="00000000" w:rsidP="006658AD">
            <w:pPr>
              <w:widowControl/>
              <w:autoSpaceDE w:val="0"/>
              <w:autoSpaceDN w:val="0"/>
              <w:adjustRightInd w:val="0"/>
              <w:ind w:firstLine="487"/>
              <w:rPr>
                <w:sz w:val="24"/>
                <w:szCs w:val="24"/>
              </w:rPr>
            </w:pPr>
            <w:r w:rsidRPr="002D29EB">
              <w:rPr>
                <w:sz w:val="24"/>
                <w:szCs w:val="24"/>
              </w:rPr>
              <w:t>5) </w:t>
            </w:r>
            <w:r w:rsidRPr="002D29EB">
              <w:rPr>
                <w:sz w:val="24"/>
                <w:szCs w:val="24"/>
                <w:lang w:eastAsia="en-US"/>
              </w:rPr>
              <w:t>форма требования об осуществлении уплаты денежной суммы по независимой гарантии.</w:t>
            </w:r>
          </w:p>
        </w:tc>
      </w:tr>
      <w:tr w:rsidR="00813E8A" w:rsidRPr="002D29EB" w14:paraId="6C824D2A" w14:textId="77777777" w:rsidTr="00E05178">
        <w:tc>
          <w:tcPr>
            <w:tcW w:w="10485" w:type="dxa"/>
            <w:shd w:val="clear" w:color="auto" w:fill="F2F2F2" w:themeFill="background1" w:themeFillShade="F2"/>
          </w:tcPr>
          <w:p w14:paraId="4B33BE1E" w14:textId="77777777" w:rsidR="0063453B" w:rsidRPr="002D29EB" w:rsidRDefault="00000000" w:rsidP="00E05178">
            <w:pPr>
              <w:suppressLineNumbers/>
              <w:ind w:firstLine="0"/>
              <w:jc w:val="center"/>
              <w:rPr>
                <w:b/>
                <w:sz w:val="24"/>
                <w:szCs w:val="24"/>
                <w:lang w:eastAsia="ar-SA"/>
              </w:rPr>
            </w:pPr>
            <w:r w:rsidRPr="002D29EB">
              <w:rPr>
                <w:b/>
                <w:sz w:val="24"/>
                <w:szCs w:val="24"/>
                <w:lang w:eastAsia="ar-SA"/>
              </w:rPr>
              <w:lastRenderedPageBreak/>
              <w:t xml:space="preserve">Порядок предоставления обеспечения исполнения контракта, </w:t>
            </w:r>
            <w:r w:rsidRPr="002D29EB">
              <w:rPr>
                <w:b/>
                <w:sz w:val="24"/>
                <w:szCs w:val="24"/>
                <w:lang w:eastAsia="ar-SA"/>
              </w:rPr>
              <w:br/>
            </w:r>
            <w:r w:rsidRPr="002D29EB">
              <w:rPr>
                <w:b/>
                <w:sz w:val="24"/>
                <w:szCs w:val="24"/>
                <w:lang w:eastAsia="ar-SA"/>
              </w:rPr>
              <w:lastRenderedPageBreak/>
              <w:t>гарантийных обязательств, требования к такому обеспечению</w:t>
            </w:r>
          </w:p>
          <w:p w14:paraId="1B116D34" w14:textId="77777777" w:rsidR="0063453B" w:rsidRPr="002D29EB" w:rsidRDefault="00000000" w:rsidP="00E05178">
            <w:pPr>
              <w:suppressLineNumbers/>
              <w:ind w:firstLine="0"/>
              <w:jc w:val="center"/>
              <w:rPr>
                <w:i/>
                <w:sz w:val="24"/>
                <w:szCs w:val="24"/>
                <w:lang w:eastAsia="ar-SA"/>
              </w:rPr>
            </w:pPr>
            <w:r w:rsidRPr="002D29EB">
              <w:rPr>
                <w:i/>
                <w:sz w:val="24"/>
                <w:szCs w:val="24"/>
                <w:lang w:eastAsia="ar-SA"/>
              </w:rPr>
              <w:t xml:space="preserve">(требования установлены в соответствии со статьями 45 и 96 Закона № 44-ФЗ, </w:t>
            </w:r>
          </w:p>
          <w:p w14:paraId="06971160" w14:textId="77777777" w:rsidR="0063453B" w:rsidRPr="002D29EB" w:rsidRDefault="00000000" w:rsidP="00E05178">
            <w:pPr>
              <w:suppressLineNumbers/>
              <w:ind w:firstLine="0"/>
              <w:rPr>
                <w:b/>
                <w:sz w:val="24"/>
                <w:szCs w:val="24"/>
                <w:u w:val="single"/>
              </w:rPr>
            </w:pPr>
            <w:r w:rsidRPr="002D29EB">
              <w:rPr>
                <w:i/>
                <w:sz w:val="24"/>
                <w:szCs w:val="24"/>
                <w:lang w:eastAsia="ar-SA"/>
              </w:rPr>
              <w:t>постановлением Правительства РФ от 08.11.2013 № 1005)</w:t>
            </w:r>
          </w:p>
        </w:tc>
      </w:tr>
      <w:tr w:rsidR="00813E8A" w:rsidRPr="002D29EB" w14:paraId="50B39F62" w14:textId="77777777" w:rsidTr="00E05178">
        <w:tc>
          <w:tcPr>
            <w:tcW w:w="10485" w:type="dxa"/>
          </w:tcPr>
          <w:p w14:paraId="5DD7346D" w14:textId="77777777" w:rsidR="0063453B" w:rsidRPr="002D29EB" w:rsidRDefault="00000000" w:rsidP="00E05178">
            <w:pPr>
              <w:widowControl/>
              <w:suppressLineNumbers/>
              <w:suppressAutoHyphens/>
              <w:ind w:firstLine="487"/>
              <w:rPr>
                <w:b/>
                <w:sz w:val="24"/>
                <w:szCs w:val="24"/>
                <w:lang w:eastAsia="ar-SA"/>
              </w:rPr>
            </w:pPr>
            <w:r w:rsidRPr="002D29EB">
              <w:rPr>
                <w:b/>
                <w:sz w:val="24"/>
                <w:szCs w:val="24"/>
                <w:lang w:eastAsia="ar-SA"/>
              </w:rPr>
              <w:lastRenderedPageBreak/>
              <w:t>Порядок предоставления обеспечения исполнения контракта</w:t>
            </w:r>
          </w:p>
          <w:p w14:paraId="2403104B" w14:textId="77777777" w:rsidR="0063453B" w:rsidRPr="002D29EB" w:rsidRDefault="00000000" w:rsidP="00433BCE">
            <w:pPr>
              <w:pStyle w:val="ae"/>
              <w:numPr>
                <w:ilvl w:val="0"/>
                <w:numId w:val="1"/>
              </w:numPr>
              <w:suppressLineNumbers/>
              <w:suppressAutoHyphens/>
              <w:ind w:left="0" w:firstLine="487"/>
              <w:rPr>
                <w:iCs/>
                <w:color w:val="000000"/>
              </w:rPr>
            </w:pPr>
            <w:r w:rsidRPr="002D29EB">
              <w:rPr>
                <w:iCs/>
                <w:lang w:eastAsia="ru-RU"/>
              </w:rPr>
              <w:t xml:space="preserve">Документы, </w:t>
            </w:r>
            <w:r w:rsidRPr="002D29EB">
              <w:rPr>
                <w:iCs/>
                <w:color w:val="000000"/>
              </w:rPr>
              <w:t>подтверждающие предоставление обеспечения исполнения контракта, предоставляются участником закупки, с которым заключается контракт, одновременно с подписанным проектом контракта (без подписи заказчика) в порядке и сроки, предусмотренные статьей 51 Закона № 44-ФЗ для заключения контракта.</w:t>
            </w:r>
          </w:p>
          <w:p w14:paraId="2494C6CB" w14:textId="77777777" w:rsidR="0063453B" w:rsidRPr="002D29EB" w:rsidRDefault="00000000" w:rsidP="00E05178">
            <w:pPr>
              <w:suppressLineNumbers/>
              <w:suppressAutoHyphens/>
              <w:ind w:firstLine="487"/>
              <w:rPr>
                <w:sz w:val="24"/>
                <w:szCs w:val="24"/>
                <w:lang w:eastAsia="ar-SA"/>
              </w:rPr>
            </w:pPr>
            <w:r w:rsidRPr="002D29EB">
              <w:rPr>
                <w:sz w:val="24"/>
                <w:szCs w:val="24"/>
                <w:lang w:eastAsia="ar-SA"/>
              </w:rPr>
              <w:t>В случае, если при проведении аукциона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такой участник предоставляет обеспечение исполнения контракта с учетом положений статьи 37 Закона № 44-ФЗ.</w:t>
            </w:r>
          </w:p>
          <w:p w14:paraId="7A9B2066" w14:textId="77777777" w:rsidR="0063453B" w:rsidRPr="002D29EB" w:rsidRDefault="00000000" w:rsidP="00433BCE">
            <w:pPr>
              <w:pStyle w:val="ae"/>
              <w:numPr>
                <w:ilvl w:val="0"/>
                <w:numId w:val="1"/>
              </w:numPr>
              <w:suppressLineNumbers/>
              <w:suppressAutoHyphens/>
              <w:ind w:left="0" w:firstLine="487"/>
              <w:rPr>
                <w:lang w:eastAsia="ar-SA"/>
              </w:rPr>
            </w:pPr>
            <w:r w:rsidRPr="002D29EB">
              <w:rPr>
                <w:lang w:eastAsia="ar-SA"/>
              </w:rPr>
              <w:t xml:space="preserve">Контракт заключается после предоставления участником закупки, с которым заключается контракт, обеспечения исполнения контракта в соответствии с Законом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пунктом 1 части 1.1 статьи 96 Закона № 44-ФЗ. </w:t>
            </w:r>
          </w:p>
          <w:p w14:paraId="2C36F446" w14:textId="77777777" w:rsidR="0063453B" w:rsidRPr="002D29EB" w:rsidRDefault="00000000" w:rsidP="00433BCE">
            <w:pPr>
              <w:pStyle w:val="ae"/>
              <w:numPr>
                <w:ilvl w:val="0"/>
                <w:numId w:val="1"/>
              </w:numPr>
              <w:suppressLineNumbers/>
              <w:suppressAutoHyphens/>
              <w:ind w:left="0" w:firstLine="487"/>
              <w:rPr>
                <w:lang w:eastAsia="ar-SA"/>
              </w:rPr>
            </w:pPr>
            <w:r w:rsidRPr="002D29EB">
              <w:rPr>
                <w:lang w:eastAsia="ar-SA"/>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5345E7C9" w14:textId="77777777" w:rsidR="0063453B" w:rsidRPr="002D29EB" w:rsidRDefault="00000000" w:rsidP="00433BCE">
            <w:pPr>
              <w:pStyle w:val="ae"/>
              <w:numPr>
                <w:ilvl w:val="0"/>
                <w:numId w:val="1"/>
              </w:numPr>
              <w:suppressLineNumbers/>
              <w:suppressAutoHyphens/>
              <w:ind w:left="0" w:firstLine="487"/>
              <w:rPr>
                <w:lang w:eastAsia="ar-SA"/>
              </w:rPr>
            </w:pPr>
            <w:r w:rsidRPr="002D29EB">
              <w:rPr>
                <w:lang w:eastAsia="ar-SA"/>
              </w:rPr>
              <w:t>Положения Закона № 44-ФЗ об обеспечении исполнения контракта, включая положения о предоставлении такого обеспечения с учетом положений статьи 37 Закона № 44-ФЗ, об обеспечении гарантийных обязательств не применяются в случае:</w:t>
            </w:r>
          </w:p>
          <w:p w14:paraId="3BD9F95D" w14:textId="77777777" w:rsidR="0063453B" w:rsidRPr="002D29EB" w:rsidRDefault="00000000" w:rsidP="00E05178">
            <w:pPr>
              <w:suppressLineNumbers/>
              <w:suppressAutoHyphens/>
              <w:ind w:left="487" w:firstLine="0"/>
              <w:rPr>
                <w:sz w:val="24"/>
                <w:szCs w:val="24"/>
                <w:lang w:eastAsia="ar-SA"/>
              </w:rPr>
            </w:pPr>
            <w:r w:rsidRPr="002D29EB">
              <w:rPr>
                <w:sz w:val="24"/>
                <w:szCs w:val="24"/>
                <w:lang w:eastAsia="ar-SA"/>
              </w:rPr>
              <w:t>- заключения контракта с участником закупки, который является казенным учреждением;</w:t>
            </w:r>
          </w:p>
          <w:p w14:paraId="34403B7A" w14:textId="77777777" w:rsidR="0063453B" w:rsidRPr="002D29EB" w:rsidRDefault="00000000" w:rsidP="00E05178">
            <w:pPr>
              <w:suppressLineNumbers/>
              <w:suppressAutoHyphens/>
              <w:ind w:left="487" w:firstLine="0"/>
              <w:rPr>
                <w:sz w:val="24"/>
                <w:szCs w:val="24"/>
                <w:lang w:eastAsia="ar-SA"/>
              </w:rPr>
            </w:pPr>
            <w:r w:rsidRPr="002D29EB">
              <w:rPr>
                <w:sz w:val="24"/>
                <w:szCs w:val="24"/>
                <w:lang w:eastAsia="ar-SA"/>
              </w:rPr>
              <w:t>- осуществления закупки услуги по предоставлению кредита;</w:t>
            </w:r>
          </w:p>
          <w:p w14:paraId="1F36973B" w14:textId="77777777" w:rsidR="0063453B" w:rsidRPr="002D29EB" w:rsidRDefault="00000000" w:rsidP="00E05178">
            <w:pPr>
              <w:suppressLineNumbers/>
              <w:suppressAutoHyphens/>
              <w:ind w:left="487" w:firstLine="0"/>
              <w:rPr>
                <w:sz w:val="24"/>
                <w:szCs w:val="24"/>
                <w:lang w:eastAsia="ar-SA"/>
              </w:rPr>
            </w:pPr>
            <w:r w:rsidRPr="002D29EB">
              <w:rPr>
                <w:sz w:val="24"/>
                <w:szCs w:val="24"/>
                <w:lang w:eastAsia="ar-SA"/>
              </w:rPr>
              <w:t>- 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p w14:paraId="0C547918" w14:textId="77777777" w:rsidR="0063453B" w:rsidRPr="002D29EB" w:rsidRDefault="00000000" w:rsidP="00433BCE">
            <w:pPr>
              <w:pStyle w:val="ae"/>
              <w:numPr>
                <w:ilvl w:val="0"/>
                <w:numId w:val="1"/>
              </w:numPr>
              <w:suppressLineNumbers/>
              <w:suppressAutoHyphens/>
              <w:ind w:left="0" w:firstLine="487"/>
              <w:rPr>
                <w:lang w:eastAsia="ar-SA"/>
              </w:rPr>
            </w:pPr>
            <w:r w:rsidRPr="002D29EB">
              <w:rPr>
                <w:lang w:eastAsia="ar-SA"/>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Закона № 44-ФЗ, освобождается от предоставления обеспечения исполнения контракта, в том числе с учетом положений статьи 37 Закона №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1FB64C36" w14:textId="77777777" w:rsidR="0063453B" w:rsidRPr="002D29EB" w:rsidRDefault="00000000" w:rsidP="00433BCE">
            <w:pPr>
              <w:pStyle w:val="ae"/>
              <w:numPr>
                <w:ilvl w:val="0"/>
                <w:numId w:val="1"/>
              </w:numPr>
              <w:suppressLineNumbers/>
              <w:suppressAutoHyphens/>
              <w:ind w:left="0" w:firstLine="487"/>
              <w:rPr>
                <w:lang w:eastAsia="ar-SA"/>
              </w:rPr>
            </w:pPr>
            <w:r w:rsidRPr="002D29EB">
              <w:rPr>
                <w:lang w:eastAsia="ar-SA"/>
              </w:rPr>
              <w:t xml:space="preserve">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 44-ФЗ. </w:t>
            </w:r>
          </w:p>
          <w:p w14:paraId="2F9679D4" w14:textId="77777777" w:rsidR="0063453B" w:rsidRPr="002D29EB" w:rsidRDefault="00000000" w:rsidP="00E05178">
            <w:pPr>
              <w:widowControl/>
              <w:suppressLineNumbers/>
              <w:suppressAutoHyphens/>
              <w:ind w:firstLine="487"/>
              <w:rPr>
                <w:sz w:val="24"/>
                <w:szCs w:val="24"/>
                <w:lang w:eastAsia="ar-SA"/>
              </w:rPr>
            </w:pPr>
            <w:r w:rsidRPr="002D29EB">
              <w:rPr>
                <w:sz w:val="24"/>
                <w:szCs w:val="24"/>
                <w:lang w:eastAsia="ar-SA"/>
              </w:rPr>
              <w:t>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3ACC750F" w14:textId="77777777" w:rsidR="0063453B" w:rsidRPr="002D29EB" w:rsidRDefault="00000000" w:rsidP="00433BCE">
            <w:pPr>
              <w:pStyle w:val="ae"/>
              <w:numPr>
                <w:ilvl w:val="0"/>
                <w:numId w:val="1"/>
              </w:numPr>
              <w:suppressLineNumbers/>
              <w:suppressAutoHyphens/>
              <w:ind w:left="0" w:firstLine="487"/>
              <w:rPr>
                <w:lang w:eastAsia="ar-SA"/>
              </w:rPr>
            </w:pPr>
            <w:r w:rsidRPr="002D29EB">
              <w:rPr>
                <w:lang w:eastAsia="ar-SA"/>
              </w:rPr>
              <w:t>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Закона № 44-ФЗ</w:t>
            </w:r>
          </w:p>
        </w:tc>
      </w:tr>
      <w:tr w:rsidR="00813E8A" w:rsidRPr="002D29EB" w14:paraId="44953106" w14:textId="77777777" w:rsidTr="00E05178">
        <w:tc>
          <w:tcPr>
            <w:tcW w:w="10485" w:type="dxa"/>
          </w:tcPr>
          <w:p w14:paraId="15F651C3" w14:textId="77777777" w:rsidR="0063453B" w:rsidRPr="002D29EB" w:rsidRDefault="00000000" w:rsidP="00E05178">
            <w:pPr>
              <w:suppressLineNumbers/>
              <w:suppressAutoHyphens/>
              <w:ind w:firstLine="487"/>
              <w:rPr>
                <w:sz w:val="24"/>
                <w:szCs w:val="24"/>
                <w:lang w:eastAsia="ar-SA"/>
              </w:rPr>
            </w:pPr>
            <w:r w:rsidRPr="002D29EB">
              <w:rPr>
                <w:b/>
                <w:sz w:val="24"/>
                <w:szCs w:val="24"/>
                <w:lang w:eastAsia="ar-SA"/>
              </w:rPr>
              <w:lastRenderedPageBreak/>
              <w:t>Требования к обеспечению исполнения контракта</w:t>
            </w:r>
            <w:r w:rsidRPr="002D29EB">
              <w:rPr>
                <w:sz w:val="24"/>
                <w:szCs w:val="24"/>
                <w:lang w:eastAsia="ar-SA"/>
              </w:rPr>
              <w:t xml:space="preserve"> </w:t>
            </w:r>
          </w:p>
          <w:p w14:paraId="25AB738B" w14:textId="77777777" w:rsidR="0063453B" w:rsidRPr="002D29EB" w:rsidRDefault="00000000" w:rsidP="00E05178">
            <w:pPr>
              <w:suppressLineNumbers/>
              <w:suppressAutoHyphens/>
              <w:ind w:firstLine="487"/>
              <w:rPr>
                <w:sz w:val="24"/>
                <w:szCs w:val="24"/>
                <w:lang w:eastAsia="ar-SA"/>
              </w:rPr>
            </w:pPr>
            <w:r w:rsidRPr="002D29EB">
              <w:rPr>
                <w:sz w:val="24"/>
                <w:szCs w:val="24"/>
              </w:rPr>
              <w:t xml:space="preserve">Размер обеспечения исполнения контракта определен в соответствии с частью 6 статьи 96 Закона № 44-ФЗ и установлен в извещении об осуществлении закупки. </w:t>
            </w:r>
          </w:p>
          <w:p w14:paraId="3D7C5CD6" w14:textId="77777777" w:rsidR="0063453B" w:rsidRPr="002D29EB" w:rsidRDefault="00000000" w:rsidP="00E05178">
            <w:pPr>
              <w:suppressLineNumbers/>
              <w:suppressAutoHyphens/>
              <w:ind w:firstLine="487"/>
              <w:rPr>
                <w:sz w:val="24"/>
                <w:szCs w:val="24"/>
                <w:lang w:eastAsia="ar-SA"/>
              </w:rPr>
            </w:pPr>
            <w:r w:rsidRPr="002D29EB">
              <w:rPr>
                <w:sz w:val="24"/>
                <w:szCs w:val="24"/>
                <w:lang w:eastAsia="ar-SA"/>
              </w:rPr>
              <w:t>Исполнение контракта может обеспечиваться предоставлением независимой гарантии, соответствующей требованиям статьи 45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67024034" w14:textId="77777777" w:rsidR="0063453B" w:rsidRPr="002D29EB" w:rsidRDefault="00000000" w:rsidP="00E05178">
            <w:pPr>
              <w:suppressLineNumbers/>
              <w:suppressAutoHyphens/>
              <w:ind w:firstLine="487"/>
              <w:rPr>
                <w:sz w:val="24"/>
                <w:szCs w:val="24"/>
                <w:lang w:eastAsia="ar-SA"/>
              </w:rPr>
            </w:pPr>
            <w:r w:rsidRPr="002D29EB">
              <w:rPr>
                <w:sz w:val="24"/>
                <w:szCs w:val="24"/>
                <w:lang w:eastAsia="ar-SA"/>
              </w:rPr>
              <w:t xml:space="preserve">Способ обеспечения исполнения контракта, срок действия независимой гарантии определяются в соответствии с требованиями Закона № 44-ФЗ участником закупки, с которым заключается контракт, самостоятельно. </w:t>
            </w:r>
          </w:p>
          <w:p w14:paraId="5C65E926" w14:textId="77777777" w:rsidR="0063453B" w:rsidRPr="002D29EB" w:rsidRDefault="00000000" w:rsidP="00E05178">
            <w:pPr>
              <w:suppressLineNumbers/>
              <w:suppressAutoHyphens/>
              <w:ind w:firstLine="487"/>
              <w:rPr>
                <w:sz w:val="24"/>
                <w:szCs w:val="24"/>
                <w:lang w:eastAsia="ar-SA"/>
              </w:rPr>
            </w:pPr>
            <w:r w:rsidRPr="002D29EB">
              <w:rPr>
                <w:sz w:val="24"/>
                <w:szCs w:val="24"/>
                <w:lang w:eastAsia="ar-SA"/>
              </w:rPr>
              <w:t>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 44-ФЗ.</w:t>
            </w:r>
          </w:p>
          <w:p w14:paraId="4CAE43FA" w14:textId="77777777" w:rsidR="0063453B" w:rsidRPr="002D29EB" w:rsidRDefault="0063453B" w:rsidP="00E05178">
            <w:pPr>
              <w:widowControl/>
              <w:suppressLineNumbers/>
              <w:suppressAutoHyphens/>
              <w:ind w:firstLine="487"/>
              <w:rPr>
                <w:b/>
                <w:sz w:val="24"/>
                <w:szCs w:val="24"/>
              </w:rPr>
            </w:pPr>
          </w:p>
          <w:p w14:paraId="54729A3F" w14:textId="77777777" w:rsidR="0063453B" w:rsidRPr="002D29EB" w:rsidRDefault="00000000" w:rsidP="00E05178">
            <w:pPr>
              <w:widowControl/>
              <w:suppressLineNumbers/>
              <w:suppressAutoHyphens/>
              <w:ind w:firstLine="0"/>
              <w:jc w:val="center"/>
              <w:rPr>
                <w:b/>
                <w:sz w:val="24"/>
                <w:szCs w:val="24"/>
              </w:rPr>
            </w:pPr>
            <w:r w:rsidRPr="002D29EB">
              <w:rPr>
                <w:b/>
                <w:sz w:val="24"/>
                <w:szCs w:val="24"/>
              </w:rPr>
              <w:t xml:space="preserve">Требования к независимой гарантии, </w:t>
            </w:r>
            <w:r w:rsidRPr="002D29EB">
              <w:rPr>
                <w:b/>
                <w:sz w:val="24"/>
                <w:szCs w:val="24"/>
              </w:rPr>
              <w:br/>
              <w:t>выданной в обеспечение исполнения контракта:</w:t>
            </w:r>
          </w:p>
          <w:p w14:paraId="127CEB24" w14:textId="77777777" w:rsidR="0063453B" w:rsidRPr="002D29EB" w:rsidRDefault="00000000" w:rsidP="00E05178">
            <w:pPr>
              <w:pStyle w:val="ae"/>
              <w:ind w:left="0" w:firstLine="487"/>
            </w:pPr>
            <w:r w:rsidRPr="002D29EB">
              <w:t>Независимая гарантия оформляется в письменной форме на бумажном носителе или в форме электронного документа, подписанного электронной подписью, вид которой предусмотрен Законом № 44-ФЗ, лица, имеющего право действовать от имени гаранта, на условиях, определенных гражданским законодательством и статьей 45 Закона № 44-ФЗ.</w:t>
            </w:r>
          </w:p>
          <w:p w14:paraId="5D55759B" w14:textId="77777777" w:rsidR="0063453B" w:rsidRPr="002D29EB" w:rsidRDefault="00000000" w:rsidP="00E05178">
            <w:pPr>
              <w:pStyle w:val="ae"/>
              <w:ind w:left="0" w:firstLine="487"/>
            </w:pPr>
            <w:r w:rsidRPr="002D29EB">
              <w:t>Требования к независимой гарантии:</w:t>
            </w:r>
          </w:p>
          <w:p w14:paraId="328D979F" w14:textId="77777777" w:rsidR="0063453B" w:rsidRPr="002D29EB" w:rsidRDefault="00000000" w:rsidP="00E05178">
            <w:pPr>
              <w:pStyle w:val="ae"/>
              <w:ind w:left="0" w:firstLine="487"/>
            </w:pPr>
            <w:r w:rsidRPr="002D29EB">
              <w:t>1) в соответствии с частью 2 статьи 45 Закона № 44-ФЗ независимая гарантия должна быть безотзывной и должна содержать:</w:t>
            </w:r>
          </w:p>
          <w:p w14:paraId="7CFE8035" w14:textId="77777777" w:rsidR="0063453B" w:rsidRPr="002D29EB" w:rsidRDefault="00000000" w:rsidP="00433BCE">
            <w:pPr>
              <w:pStyle w:val="ae"/>
              <w:numPr>
                <w:ilvl w:val="0"/>
                <w:numId w:val="1"/>
              </w:numPr>
              <w:ind w:left="0" w:firstLine="487"/>
            </w:pPr>
            <w:r w:rsidRPr="002D29EB">
              <w:t xml:space="preserve">сумму независимой гарантии, подлежащую уплате гарантом заказчику в случае ненадлежащего исполнения обязательств принципалом в соответствии со статьей 96 </w:t>
            </w:r>
            <w:r w:rsidRPr="002D29EB">
              <w:rPr>
                <w:bCs/>
                <w:lang w:eastAsia="ar-SA"/>
              </w:rPr>
              <w:t>Закона № 44-ФЗ</w:t>
            </w:r>
            <w:r w:rsidRPr="002D29EB">
              <w:t>, а также идентификационный код закупки, при осуществлении которой предоставляется такая независимая гарантия;</w:t>
            </w:r>
          </w:p>
          <w:p w14:paraId="4A895C1A" w14:textId="77777777" w:rsidR="0063453B" w:rsidRPr="002D29EB" w:rsidRDefault="00000000" w:rsidP="00433BCE">
            <w:pPr>
              <w:pStyle w:val="ae"/>
              <w:numPr>
                <w:ilvl w:val="0"/>
                <w:numId w:val="1"/>
              </w:numPr>
              <w:ind w:left="0" w:firstLine="487"/>
            </w:pPr>
            <w:r w:rsidRPr="002D29EB">
              <w:t>обязательства принципала, надлежащее исполнение которых обеспечивается независимой гарантией;</w:t>
            </w:r>
          </w:p>
          <w:p w14:paraId="129F2C30" w14:textId="77777777" w:rsidR="0063453B" w:rsidRPr="002D29EB" w:rsidRDefault="00000000" w:rsidP="00433BCE">
            <w:pPr>
              <w:pStyle w:val="ae"/>
              <w:numPr>
                <w:ilvl w:val="0"/>
                <w:numId w:val="1"/>
              </w:numPr>
              <w:autoSpaceDE w:val="0"/>
              <w:autoSpaceDN w:val="0"/>
              <w:adjustRightInd w:val="0"/>
              <w:ind w:left="0" w:firstLine="487"/>
              <w:rPr>
                <w:bCs/>
                <w:iCs/>
              </w:rPr>
            </w:pPr>
            <w:r w:rsidRPr="002D29EB">
              <w:rPr>
                <w:bCs/>
                <w:iCs/>
              </w:rPr>
              <w:t xml:space="preserve">обязанность гаранта в случае просрочки исполнения обязательств по независимой гарантии, требование об уплате </w:t>
            </w:r>
            <w:proofErr w:type="gramStart"/>
            <w:r w:rsidRPr="002D29EB">
              <w:rPr>
                <w:bCs/>
                <w:iCs/>
              </w:rPr>
              <w:t>денежной суммы</w:t>
            </w:r>
            <w:proofErr w:type="gramEnd"/>
            <w:r w:rsidRPr="002D29EB">
              <w:rPr>
                <w:bCs/>
                <w:iCs/>
              </w:rPr>
              <w:t xml:space="preserve">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7F6EDFA3" w14:textId="77777777" w:rsidR="0063453B" w:rsidRPr="002D29EB" w:rsidRDefault="00000000" w:rsidP="00433BCE">
            <w:pPr>
              <w:pStyle w:val="ae"/>
              <w:numPr>
                <w:ilvl w:val="0"/>
                <w:numId w:val="1"/>
              </w:numPr>
              <w:ind w:left="0" w:firstLine="487"/>
            </w:pPr>
            <w:r w:rsidRPr="002D29EB">
              <w:t>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5B8664E0" w14:textId="77777777" w:rsidR="0063453B" w:rsidRPr="002D29EB" w:rsidRDefault="00000000" w:rsidP="00433BCE">
            <w:pPr>
              <w:pStyle w:val="ae"/>
              <w:numPr>
                <w:ilvl w:val="0"/>
                <w:numId w:val="1"/>
              </w:numPr>
              <w:ind w:left="0" w:firstLine="487"/>
            </w:pPr>
            <w:r w:rsidRPr="002D29EB">
              <w:t xml:space="preserve">срок действия независимой гарантии с учетом требований статьи 96 </w:t>
            </w:r>
            <w:r w:rsidRPr="002D29EB">
              <w:rPr>
                <w:bCs/>
                <w:lang w:eastAsia="ar-SA"/>
              </w:rPr>
              <w:t>Закона № 44-ФЗ</w:t>
            </w:r>
            <w:r w:rsidRPr="002D29EB">
              <w:t xml:space="preserve">; </w:t>
            </w:r>
          </w:p>
          <w:p w14:paraId="4DD8DE89" w14:textId="77777777" w:rsidR="0063453B" w:rsidRPr="002D29EB" w:rsidRDefault="00000000" w:rsidP="00433BCE">
            <w:pPr>
              <w:pStyle w:val="ae"/>
              <w:numPr>
                <w:ilvl w:val="0"/>
                <w:numId w:val="1"/>
              </w:numPr>
              <w:autoSpaceDE w:val="0"/>
              <w:autoSpaceDN w:val="0"/>
              <w:adjustRightInd w:val="0"/>
              <w:ind w:left="0" w:firstLine="487"/>
            </w:pPr>
            <w:r w:rsidRPr="002D29EB">
              <w:t>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w:t>
            </w:r>
          </w:p>
          <w:p w14:paraId="13DDFC99" w14:textId="77777777" w:rsidR="0063453B" w:rsidRPr="002D29EB" w:rsidRDefault="00000000" w:rsidP="00433BCE">
            <w:pPr>
              <w:pStyle w:val="ae"/>
              <w:numPr>
                <w:ilvl w:val="0"/>
                <w:numId w:val="1"/>
              </w:numPr>
              <w:ind w:left="0" w:firstLine="487"/>
            </w:pPr>
            <w:r w:rsidRPr="002D29EB">
              <w:t>перечень документов, предоставляемых заказчиком гаранту одновременно с требованием об осуществлении уплаты денежной суммы по независимой гарантии, установленный в соответствии с Постановлением № 1005;</w:t>
            </w:r>
          </w:p>
          <w:p w14:paraId="4630305B" w14:textId="77777777" w:rsidR="0063453B" w:rsidRPr="002D29EB" w:rsidRDefault="00000000" w:rsidP="00433BCE">
            <w:pPr>
              <w:pStyle w:val="ae"/>
              <w:numPr>
                <w:ilvl w:val="0"/>
                <w:numId w:val="1"/>
              </w:numPr>
              <w:ind w:left="0" w:firstLine="487"/>
            </w:pPr>
            <w:r w:rsidRPr="002D29EB">
              <w:t>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 1005;</w:t>
            </w:r>
          </w:p>
          <w:p w14:paraId="41BBE46E" w14:textId="6F4ECC23" w:rsidR="0063453B" w:rsidRPr="002D29EB" w:rsidRDefault="00000000" w:rsidP="00433BCE">
            <w:pPr>
              <w:pStyle w:val="ae"/>
              <w:numPr>
                <w:ilvl w:val="0"/>
                <w:numId w:val="1"/>
              </w:numPr>
              <w:ind w:left="0" w:firstLine="487"/>
            </w:pPr>
            <w:r w:rsidRPr="002D29EB">
              <w:t>условия о рассмотрении споров, возникающих в связи с исполнением обязательств по независимой гарантии, в арбитражном суде.</w:t>
            </w:r>
          </w:p>
          <w:p w14:paraId="603733D7" w14:textId="77777777" w:rsidR="0063453B" w:rsidRPr="002D29EB" w:rsidRDefault="00000000" w:rsidP="00E05178">
            <w:pPr>
              <w:widowControl/>
              <w:autoSpaceDE w:val="0"/>
              <w:autoSpaceDN w:val="0"/>
              <w:adjustRightInd w:val="0"/>
              <w:ind w:firstLine="487"/>
              <w:rPr>
                <w:sz w:val="24"/>
                <w:szCs w:val="24"/>
              </w:rPr>
            </w:pPr>
            <w:r w:rsidRPr="002D29EB">
              <w:rPr>
                <w:sz w:val="24"/>
                <w:szCs w:val="24"/>
              </w:rPr>
              <w:lastRenderedPageBreak/>
              <w:t>2)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0CC9DD1" w14:textId="77777777" w:rsidR="0063453B" w:rsidRPr="002D29EB" w:rsidRDefault="00000000" w:rsidP="00E05178">
            <w:pPr>
              <w:widowControl/>
              <w:autoSpaceDE w:val="0"/>
              <w:autoSpaceDN w:val="0"/>
              <w:adjustRightInd w:val="0"/>
              <w:ind w:firstLine="487"/>
              <w:rPr>
                <w:sz w:val="24"/>
                <w:szCs w:val="24"/>
              </w:rPr>
            </w:pPr>
            <w:r w:rsidRPr="002D29EB">
              <w:rPr>
                <w:sz w:val="24"/>
                <w:szCs w:val="24"/>
              </w:rPr>
              <w:t>3) независимая гарантия должна соответствовать дополнительным требованиям, установленным Постановлением № 1005.</w:t>
            </w:r>
          </w:p>
          <w:p w14:paraId="04CF252F" w14:textId="77777777" w:rsidR="0063453B" w:rsidRPr="002D29EB" w:rsidRDefault="00000000" w:rsidP="00E05178">
            <w:pPr>
              <w:ind w:firstLine="487"/>
              <w:rPr>
                <w:sz w:val="24"/>
                <w:szCs w:val="24"/>
              </w:rPr>
            </w:pPr>
            <w:r w:rsidRPr="002D29EB">
              <w:rPr>
                <w:sz w:val="24"/>
                <w:szCs w:val="24"/>
                <w:lang w:eastAsia="en-US"/>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19D22FC7" w14:textId="77777777" w:rsidR="0063453B" w:rsidRPr="002D29EB" w:rsidRDefault="00000000" w:rsidP="00E05178">
            <w:pPr>
              <w:ind w:firstLine="487"/>
              <w:rPr>
                <w:sz w:val="24"/>
                <w:szCs w:val="24"/>
              </w:rPr>
            </w:pPr>
            <w:r w:rsidRPr="002D29EB">
              <w:rPr>
                <w:sz w:val="24"/>
                <w:szCs w:val="24"/>
                <w:lang w:eastAsia="en-US"/>
              </w:rPr>
              <w:t xml:space="preserve">Независимая гарантия, </w:t>
            </w:r>
            <w:r w:rsidRPr="002D29EB">
              <w:rPr>
                <w:bCs/>
                <w:sz w:val="24"/>
                <w:szCs w:val="24"/>
                <w:lang w:eastAsia="ar-SA"/>
              </w:rPr>
              <w:t>используемая для целей Закона № 44-ФЗ, информация о ней и документы, предусмотренные частью 9 статьи 45 Закона № 44-ФЗ</w:t>
            </w:r>
            <w:r w:rsidRPr="002D29EB">
              <w:rPr>
                <w:sz w:val="24"/>
                <w:szCs w:val="24"/>
                <w:lang w:eastAsia="en-US"/>
              </w:rPr>
              <w:t>, должны быть включены в реестр независимых гарантий, размещенный в единой информационной системе, за исключением независимых гарантий, указанных в части 8.1 статьи</w:t>
            </w:r>
            <w:r w:rsidRPr="002D29EB">
              <w:rPr>
                <w:rFonts w:eastAsia="Calibri"/>
                <w:sz w:val="24"/>
                <w:szCs w:val="24"/>
                <w:lang w:eastAsia="en-US"/>
              </w:rPr>
              <w:t xml:space="preserve"> </w:t>
            </w:r>
            <w:r w:rsidRPr="002D29EB">
              <w:rPr>
                <w:sz w:val="24"/>
                <w:szCs w:val="24"/>
                <w:lang w:eastAsia="en-US"/>
              </w:rPr>
              <w:t xml:space="preserve">45 </w:t>
            </w:r>
            <w:r w:rsidRPr="002D29EB">
              <w:rPr>
                <w:bCs/>
                <w:sz w:val="24"/>
                <w:szCs w:val="24"/>
                <w:lang w:eastAsia="ar-SA"/>
              </w:rPr>
              <w:t>Закона № 44-ФЗ</w:t>
            </w:r>
            <w:r w:rsidRPr="002D29EB">
              <w:rPr>
                <w:sz w:val="24"/>
                <w:szCs w:val="24"/>
                <w:lang w:eastAsia="en-US"/>
              </w:rPr>
              <w:t xml:space="preserve">. </w:t>
            </w:r>
          </w:p>
          <w:p w14:paraId="2F7FA582" w14:textId="77777777" w:rsidR="0063453B" w:rsidRPr="002D29EB" w:rsidRDefault="00000000" w:rsidP="00E05178">
            <w:pPr>
              <w:widowControl/>
              <w:autoSpaceDE w:val="0"/>
              <w:autoSpaceDN w:val="0"/>
              <w:adjustRightInd w:val="0"/>
              <w:ind w:firstLine="487"/>
              <w:rPr>
                <w:sz w:val="24"/>
                <w:szCs w:val="24"/>
                <w:lang w:eastAsia="en-US"/>
              </w:rPr>
            </w:pPr>
            <w:r w:rsidRPr="002D29EB">
              <w:rPr>
                <w:sz w:val="24"/>
                <w:szCs w:val="24"/>
                <w:lang w:eastAsia="en-US"/>
              </w:rPr>
              <w:t>Правительством Российской Федерации устанавливаются:</w:t>
            </w:r>
          </w:p>
          <w:p w14:paraId="4EFD3941" w14:textId="77777777" w:rsidR="0063453B" w:rsidRPr="002D29EB" w:rsidRDefault="00000000" w:rsidP="00E05178">
            <w:pPr>
              <w:widowControl/>
              <w:autoSpaceDE w:val="0"/>
              <w:autoSpaceDN w:val="0"/>
              <w:adjustRightInd w:val="0"/>
              <w:ind w:firstLine="487"/>
              <w:rPr>
                <w:sz w:val="24"/>
                <w:szCs w:val="24"/>
                <w:lang w:eastAsia="en-US"/>
              </w:rPr>
            </w:pPr>
            <w:r w:rsidRPr="002D29EB">
              <w:rPr>
                <w:sz w:val="24"/>
                <w:szCs w:val="24"/>
                <w:lang w:eastAsia="en-US"/>
              </w:rPr>
              <w:t xml:space="preserve">1) дополнительные требования к независимой гарантии, используемой для целей </w:t>
            </w:r>
            <w:r w:rsidRPr="002D29EB">
              <w:rPr>
                <w:bCs/>
                <w:sz w:val="24"/>
                <w:szCs w:val="24"/>
                <w:lang w:eastAsia="ar-SA"/>
              </w:rPr>
              <w:t>Закона № 44-ФЗ</w:t>
            </w:r>
            <w:r w:rsidRPr="002D29EB">
              <w:rPr>
                <w:sz w:val="24"/>
                <w:szCs w:val="24"/>
                <w:lang w:eastAsia="en-US"/>
              </w:rPr>
              <w:t>;</w:t>
            </w:r>
          </w:p>
          <w:p w14:paraId="638A41F6" w14:textId="77777777" w:rsidR="0063453B" w:rsidRPr="002D29EB" w:rsidRDefault="00000000" w:rsidP="00E05178">
            <w:pPr>
              <w:widowControl/>
              <w:autoSpaceDE w:val="0"/>
              <w:autoSpaceDN w:val="0"/>
              <w:adjustRightInd w:val="0"/>
              <w:ind w:firstLine="487"/>
              <w:rPr>
                <w:sz w:val="24"/>
                <w:szCs w:val="24"/>
                <w:lang w:eastAsia="en-US"/>
              </w:rPr>
            </w:pPr>
            <w:r w:rsidRPr="002D29EB">
              <w:rPr>
                <w:sz w:val="24"/>
                <w:szCs w:val="24"/>
                <w:lang w:eastAsia="en-US"/>
              </w:rPr>
              <w:t>2) порядок ведения и размещения в единой информационной системе реестра независимых гарантий, порядок формирования и ведения закрытого реестра независимых гарантий, в том числе включения в него информации;</w:t>
            </w:r>
          </w:p>
          <w:p w14:paraId="4A1161EB" w14:textId="77777777" w:rsidR="0063453B" w:rsidRPr="002D29EB" w:rsidRDefault="00000000" w:rsidP="00E05178">
            <w:pPr>
              <w:widowControl/>
              <w:autoSpaceDE w:val="0"/>
              <w:autoSpaceDN w:val="0"/>
              <w:adjustRightInd w:val="0"/>
              <w:ind w:firstLine="487"/>
              <w:rPr>
                <w:sz w:val="24"/>
                <w:szCs w:val="24"/>
                <w:lang w:eastAsia="en-US"/>
              </w:rPr>
            </w:pPr>
            <w:r w:rsidRPr="002D29EB">
              <w:rPr>
                <w:sz w:val="24"/>
                <w:szCs w:val="24"/>
                <w:lang w:eastAsia="en-US"/>
              </w:rPr>
              <w:t>3) порядок и сроки предоставления выписок из реестра;</w:t>
            </w:r>
          </w:p>
          <w:p w14:paraId="17E64F43" w14:textId="77777777" w:rsidR="0063453B" w:rsidRPr="002D29EB" w:rsidRDefault="00000000" w:rsidP="00E05178">
            <w:pPr>
              <w:widowControl/>
              <w:autoSpaceDE w:val="0"/>
              <w:autoSpaceDN w:val="0"/>
              <w:adjustRightInd w:val="0"/>
              <w:ind w:firstLine="487"/>
              <w:rPr>
                <w:sz w:val="24"/>
                <w:szCs w:val="24"/>
              </w:rPr>
            </w:pPr>
            <w:r w:rsidRPr="002D29EB">
              <w:rPr>
                <w:sz w:val="24"/>
                <w:szCs w:val="24"/>
                <w:lang w:eastAsia="en-US"/>
              </w:rPr>
              <w:t>4) </w:t>
            </w:r>
            <w:r w:rsidRPr="002D29EB">
              <w:rPr>
                <w:sz w:val="24"/>
                <w:szCs w:val="24"/>
              </w:rPr>
              <w:t>типовая форма независимой гарантии, используемой для целей Закона № 44-ФЗ;</w:t>
            </w:r>
          </w:p>
          <w:p w14:paraId="797B7D7A" w14:textId="77777777" w:rsidR="0063453B" w:rsidRPr="002D29EB" w:rsidRDefault="00000000" w:rsidP="00E05178">
            <w:pPr>
              <w:widowControl/>
              <w:autoSpaceDE w:val="0"/>
              <w:autoSpaceDN w:val="0"/>
              <w:adjustRightInd w:val="0"/>
              <w:ind w:firstLine="487"/>
              <w:rPr>
                <w:sz w:val="24"/>
                <w:szCs w:val="24"/>
              </w:rPr>
            </w:pPr>
            <w:r w:rsidRPr="002D29EB">
              <w:rPr>
                <w:sz w:val="24"/>
                <w:szCs w:val="24"/>
              </w:rPr>
              <w:t>5) </w:t>
            </w:r>
            <w:r w:rsidRPr="002D29EB">
              <w:rPr>
                <w:sz w:val="24"/>
                <w:szCs w:val="24"/>
                <w:lang w:eastAsia="en-US"/>
              </w:rPr>
              <w:t>форма требования об осуществлении уплаты денежной суммы по независимой гарантии.</w:t>
            </w:r>
          </w:p>
          <w:p w14:paraId="11899DBF" w14:textId="77777777" w:rsidR="0063453B" w:rsidRPr="002D29EB" w:rsidRDefault="0063453B" w:rsidP="00E05178">
            <w:pPr>
              <w:suppressLineNumbers/>
              <w:ind w:firstLine="487"/>
              <w:rPr>
                <w:sz w:val="24"/>
                <w:szCs w:val="24"/>
                <w:lang w:eastAsia="en-US"/>
              </w:rPr>
            </w:pPr>
          </w:p>
          <w:p w14:paraId="67755591" w14:textId="77777777" w:rsidR="0063453B" w:rsidRPr="002D29EB" w:rsidRDefault="00000000" w:rsidP="00E05178">
            <w:pPr>
              <w:pStyle w:val="ac"/>
              <w:jc w:val="center"/>
              <w:rPr>
                <w:b/>
              </w:rPr>
            </w:pPr>
            <w:r w:rsidRPr="002D29EB">
              <w:rPr>
                <w:b/>
              </w:rPr>
              <w:t xml:space="preserve">Требования к обеспечению исполнения контракта </w:t>
            </w:r>
          </w:p>
          <w:p w14:paraId="1B6089D3" w14:textId="77777777" w:rsidR="0063453B" w:rsidRPr="002D29EB" w:rsidRDefault="00000000" w:rsidP="00E05178">
            <w:pPr>
              <w:pStyle w:val="ac"/>
              <w:jc w:val="center"/>
              <w:rPr>
                <w:b/>
              </w:rPr>
            </w:pPr>
            <w:r w:rsidRPr="002D29EB">
              <w:rPr>
                <w:b/>
              </w:rPr>
              <w:t>в виде внесения денежных средств на счет, указанный заказчиком:</w:t>
            </w:r>
          </w:p>
          <w:p w14:paraId="09595DE3" w14:textId="77777777" w:rsidR="0063453B" w:rsidRPr="002D29EB" w:rsidRDefault="00000000" w:rsidP="00E05178">
            <w:pPr>
              <w:pStyle w:val="ac"/>
              <w:ind w:firstLine="407"/>
              <w:jc w:val="both"/>
            </w:pPr>
            <w:r w:rsidRPr="002D29EB">
              <w:t>1) участник закупки, с которым заключается контакт, перечисляет денежные средства, вносимые в качестве обеспечения исполнения контракта, в размере, установленном в извещении об осуществлении закупки, на указанный заказчиком счет.</w:t>
            </w:r>
          </w:p>
          <w:p w14:paraId="44738E21" w14:textId="77777777" w:rsidR="0063453B" w:rsidRPr="002D29EB" w:rsidRDefault="00000000" w:rsidP="00E05178">
            <w:pPr>
              <w:pStyle w:val="ac"/>
              <w:ind w:firstLine="407"/>
              <w:jc w:val="both"/>
            </w:pPr>
            <w:r w:rsidRPr="002D29EB">
              <w:t>Реквизиты счета заказчика для перечисления денежных средств в качестве обеспечения исполнения контракта</w:t>
            </w:r>
          </w:p>
          <w:p w14:paraId="20205877" w14:textId="77777777" w:rsidR="0063453B" w:rsidRPr="002D29EB" w:rsidRDefault="00000000" w:rsidP="00E05178">
            <w:pPr>
              <w:suppressLineNumbers/>
              <w:ind w:firstLine="0"/>
              <w:rPr>
                <w:sz w:val="24"/>
                <w:szCs w:val="24"/>
                <w:lang w:eastAsia="en-US"/>
              </w:rPr>
            </w:pPr>
            <w:r w:rsidRPr="002D29EB">
              <w:rPr>
                <w:sz w:val="24"/>
                <w:szCs w:val="24"/>
              </w:rPr>
              <w:t xml:space="preserve"> </w:t>
            </w:r>
            <w:hyperlink r:id="rId8" w:history="1">
              <w:r w:rsidR="0063453B" w:rsidRPr="002D29EB">
                <w:rPr>
                  <w:sz w:val="24"/>
                  <w:szCs w:val="24"/>
                </w:rPr>
                <w:t>ч.13 ст.44</w:t>
              </w:r>
            </w:hyperlink>
            <w:r w:rsidRPr="002D29EB">
              <w:rPr>
                <w:sz w:val="24"/>
                <w:szCs w:val="24"/>
                <w:lang w:eastAsia="en-US"/>
              </w:rPr>
              <w:t xml:space="preserve">: </w:t>
            </w:r>
          </w:p>
          <w:p w14:paraId="16480F5D" w14:textId="77777777" w:rsidR="00237F06" w:rsidRPr="00237F06" w:rsidRDefault="00237F06" w:rsidP="00237F06">
            <w:pPr>
              <w:ind w:left="708" w:firstLine="0"/>
              <w:rPr>
                <w:sz w:val="24"/>
                <w:szCs w:val="22"/>
              </w:rPr>
            </w:pPr>
            <w:r w:rsidRPr="00237F06">
              <w:rPr>
                <w:sz w:val="24"/>
                <w:szCs w:val="22"/>
              </w:rPr>
              <w:t>Получатель: Администрация Предгорненского сельского поселения Карачаево-Черкесской Республики</w:t>
            </w:r>
          </w:p>
          <w:p w14:paraId="65821642" w14:textId="77777777" w:rsidR="00237F06" w:rsidRPr="00237F06" w:rsidRDefault="00237F06" w:rsidP="00237F06">
            <w:pPr>
              <w:ind w:left="708" w:firstLine="0"/>
              <w:rPr>
                <w:sz w:val="24"/>
                <w:szCs w:val="22"/>
              </w:rPr>
            </w:pPr>
            <w:r w:rsidRPr="00237F06">
              <w:rPr>
                <w:sz w:val="24"/>
                <w:szCs w:val="22"/>
              </w:rPr>
              <w:t>л/с 05793002850</w:t>
            </w:r>
          </w:p>
          <w:p w14:paraId="4A9CDA03" w14:textId="77777777" w:rsidR="00237F06" w:rsidRPr="00237F06" w:rsidRDefault="00237F06" w:rsidP="00237F06">
            <w:pPr>
              <w:ind w:left="708" w:firstLine="0"/>
              <w:rPr>
                <w:sz w:val="24"/>
                <w:szCs w:val="22"/>
              </w:rPr>
            </w:pPr>
            <w:r w:rsidRPr="00237F06">
              <w:rPr>
                <w:sz w:val="24"/>
                <w:szCs w:val="22"/>
              </w:rPr>
              <w:t>ИНН 0908001714</w:t>
            </w:r>
          </w:p>
          <w:p w14:paraId="7E647E7A" w14:textId="77777777" w:rsidR="00237F06" w:rsidRPr="00237F06" w:rsidRDefault="00237F06" w:rsidP="00237F06">
            <w:pPr>
              <w:ind w:left="708" w:firstLine="0"/>
              <w:rPr>
                <w:sz w:val="24"/>
                <w:szCs w:val="22"/>
              </w:rPr>
            </w:pPr>
            <w:r w:rsidRPr="00237F06">
              <w:rPr>
                <w:sz w:val="24"/>
                <w:szCs w:val="22"/>
              </w:rPr>
              <w:t>КПП 090801001</w:t>
            </w:r>
          </w:p>
          <w:p w14:paraId="705502E8" w14:textId="77777777" w:rsidR="00237F06" w:rsidRPr="00237F06" w:rsidRDefault="00237F06" w:rsidP="00237F06">
            <w:pPr>
              <w:ind w:left="708" w:firstLine="0"/>
              <w:rPr>
                <w:sz w:val="24"/>
                <w:szCs w:val="22"/>
              </w:rPr>
            </w:pPr>
            <w:r w:rsidRPr="00237F06">
              <w:rPr>
                <w:sz w:val="24"/>
                <w:szCs w:val="22"/>
              </w:rPr>
              <w:t>БИК 019133001</w:t>
            </w:r>
          </w:p>
          <w:p w14:paraId="085D7067" w14:textId="77777777" w:rsidR="00237F06" w:rsidRPr="00237F06" w:rsidRDefault="00237F06" w:rsidP="00237F06">
            <w:pPr>
              <w:ind w:left="708" w:firstLine="0"/>
              <w:rPr>
                <w:sz w:val="24"/>
                <w:szCs w:val="22"/>
              </w:rPr>
            </w:pPr>
            <w:r w:rsidRPr="00237F06">
              <w:rPr>
                <w:sz w:val="24"/>
                <w:szCs w:val="22"/>
              </w:rPr>
              <w:t>Единый казначейский счет 40102810245370000078</w:t>
            </w:r>
          </w:p>
          <w:p w14:paraId="03ADC51C" w14:textId="77777777" w:rsidR="00237F06" w:rsidRPr="00237F06" w:rsidRDefault="00237F06" w:rsidP="00237F06">
            <w:pPr>
              <w:ind w:left="708" w:firstLine="0"/>
              <w:rPr>
                <w:sz w:val="24"/>
                <w:szCs w:val="22"/>
              </w:rPr>
            </w:pPr>
            <w:r w:rsidRPr="00237F06">
              <w:rPr>
                <w:sz w:val="24"/>
                <w:szCs w:val="22"/>
              </w:rPr>
              <w:t>Казначейский счет 03100643000000017900</w:t>
            </w:r>
          </w:p>
          <w:p w14:paraId="653A9CC3" w14:textId="77777777" w:rsidR="00237F06" w:rsidRDefault="00237F06" w:rsidP="00237F06">
            <w:pPr>
              <w:pStyle w:val="ac"/>
              <w:ind w:firstLine="407"/>
              <w:jc w:val="both"/>
              <w:rPr>
                <w:szCs w:val="22"/>
              </w:rPr>
            </w:pPr>
            <w:r w:rsidRPr="00237F06">
              <w:rPr>
                <w:szCs w:val="22"/>
              </w:rPr>
              <w:t>Банк получателя Отделение-НБ Карачаево-Черкесская Республика//УФК по Карачаево-Черкесской Республике г. Черкесск.</w:t>
            </w:r>
          </w:p>
          <w:p w14:paraId="3E4AF606" w14:textId="1D4117CC" w:rsidR="0063453B" w:rsidRPr="002D29EB" w:rsidRDefault="00000000" w:rsidP="00237F06">
            <w:pPr>
              <w:pStyle w:val="ac"/>
              <w:ind w:firstLine="407"/>
              <w:jc w:val="both"/>
            </w:pPr>
            <w:r w:rsidRPr="002D29EB">
              <w:t xml:space="preserve">2) документ, подтверждающий внесение денежных средств в качестве обеспечения исполнения контракта, направляется заказчику </w:t>
            </w:r>
            <w:r w:rsidRPr="002D29EB">
              <w:rPr>
                <w:iCs/>
                <w:color w:val="000000"/>
              </w:rPr>
              <w:t>одновременно с подписанным проектом контракта (без подписи заказчика) в порядке и сроки, предусмотренные статьей 51 Закона № 44-ФЗ для заключения контракта</w:t>
            </w:r>
            <w:r w:rsidRPr="002D29EB">
              <w:t>;</w:t>
            </w:r>
          </w:p>
          <w:p w14:paraId="5CCD21C4" w14:textId="77777777" w:rsidR="0063453B" w:rsidRPr="002D29EB" w:rsidRDefault="00000000" w:rsidP="00E05178">
            <w:pPr>
              <w:pStyle w:val="ac"/>
              <w:ind w:firstLine="407"/>
              <w:jc w:val="both"/>
            </w:pPr>
            <w:r w:rsidRPr="002D29EB">
              <w:t xml:space="preserve">3) 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Закона № 44-ФЗ, подлежат возврату в срок, не превышающий 30 дней с даты исполнения исполнителем обязательств, предусмотренных контрактом, а в случае установления ограничения, предусмотренного частью 3 статьи 30 Закона № </w:t>
            </w:r>
            <w:r w:rsidRPr="002D29EB">
              <w:lastRenderedPageBreak/>
              <w:t>44-ФЗ, в срок, не превышающий 15 дней с  даты исполнения исполнителем обязательств, предусмотренных контрактом.</w:t>
            </w:r>
          </w:p>
        </w:tc>
      </w:tr>
      <w:bookmarkEnd w:id="0"/>
    </w:tbl>
    <w:p w14:paraId="7167E43A" w14:textId="32A1CE88" w:rsidR="0063453B" w:rsidRPr="006E28DC" w:rsidRDefault="0063453B" w:rsidP="006E28DC">
      <w:pPr>
        <w:tabs>
          <w:tab w:val="left" w:pos="4500"/>
        </w:tabs>
        <w:ind w:firstLine="0"/>
        <w:rPr>
          <w:sz w:val="24"/>
          <w:szCs w:val="24"/>
        </w:rPr>
      </w:pPr>
    </w:p>
    <w:sectPr w:rsidR="0063453B" w:rsidRPr="006E28DC" w:rsidSect="00433BCE">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709" w:footer="709" w:gutter="0"/>
      <w:cols w:space="708"/>
      <w:titlePg/>
      <w:docGrid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B21C08" w14:textId="77777777" w:rsidR="00456C9E" w:rsidRDefault="00456C9E">
      <w:r>
        <w:separator/>
      </w:r>
    </w:p>
  </w:endnote>
  <w:endnote w:type="continuationSeparator" w:id="0">
    <w:p w14:paraId="2205213A" w14:textId="77777777" w:rsidR="00456C9E" w:rsidRDefault="00456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Droid Sans Fallback">
    <w:altName w:val="MS Mincho"/>
    <w:charset w:val="80"/>
    <w:family w:val="auto"/>
    <w:pitch w:val="variable"/>
  </w:font>
  <w:font w:name="Lohit Hindi">
    <w:altName w:val="MS Mincho"/>
    <w:charset w:val="80"/>
    <w:family w:val="auto"/>
    <w:pitch w:val="variable"/>
  </w:font>
  <w:font w:name="Calibri">
    <w:panose1 w:val="020F0502020204030204"/>
    <w:charset w:val="CC"/>
    <w:family w:val="swiss"/>
    <w:pitch w:val="variable"/>
    <w:sig w:usb0="E4002EFF" w:usb1="C200247B" w:usb2="00000009" w:usb3="00000000" w:csb0="000001FF" w:csb1="00000000"/>
  </w:font>
  <w:font w:name="Liberation Serif">
    <w:altName w:val="Cambria"/>
    <w:charset w:val="00"/>
    <w:family w:val="roman"/>
    <w:pitch w:val="variable"/>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B9D96" w14:textId="77777777" w:rsidR="0063453B" w:rsidRDefault="0063453B">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50E067" w14:textId="77777777" w:rsidR="0063453B" w:rsidRDefault="0063453B">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D890F3" w14:textId="77777777" w:rsidR="0063453B" w:rsidRPr="00433BCE" w:rsidRDefault="00000000" w:rsidP="00433BCE">
    <w:pPr>
      <w:pStyle w:val="a6"/>
      <w:jc w:val="center"/>
      <w:rPr>
        <w:rFonts w:ascii="Liberation Serif" w:hAnsi="Liberation Serif" w:cs="Liberation Serif"/>
        <w:sz w:val="24"/>
        <w:szCs w:val="24"/>
      </w:rPr>
    </w:pPr>
    <w:r w:rsidRPr="00433BCE">
      <w:rPr>
        <w:rFonts w:ascii="Liberation Serif" w:hAnsi="Liberation Serif" w:cs="Liberation Serif"/>
        <w:sz w:val="24"/>
        <w:szCs w:val="24"/>
      </w:rPr>
      <w:fldChar w:fldCharType="begin"/>
    </w:r>
    <w:r w:rsidRPr="00433BCE">
      <w:rPr>
        <w:rFonts w:ascii="Liberation Serif" w:hAnsi="Liberation Serif" w:cs="Liberation Serif"/>
        <w:sz w:val="24"/>
        <w:szCs w:val="24"/>
      </w:rPr>
      <w:instrText>PAGE   \* MERGEFORMAT</w:instrText>
    </w:r>
    <w:r w:rsidRPr="00433BCE">
      <w:rPr>
        <w:rFonts w:ascii="Liberation Serif" w:hAnsi="Liberation Serif" w:cs="Liberation Serif"/>
        <w:sz w:val="24"/>
        <w:szCs w:val="24"/>
      </w:rPr>
      <w:fldChar w:fldCharType="separate"/>
    </w:r>
    <w:r>
      <w:rPr>
        <w:rFonts w:ascii="Liberation Serif" w:hAnsi="Liberation Serif" w:cs="Liberation Serif"/>
        <w:noProof/>
        <w:sz w:val="24"/>
        <w:szCs w:val="24"/>
      </w:rPr>
      <w:t>1</w:t>
    </w:r>
    <w:r w:rsidRPr="00433BCE">
      <w:rPr>
        <w:rFonts w:ascii="Liberation Serif" w:hAnsi="Liberation Serif" w:cs="Liberation Serif"/>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9CC5B5" w14:textId="77777777" w:rsidR="00456C9E" w:rsidRDefault="00456C9E">
      <w:r>
        <w:separator/>
      </w:r>
    </w:p>
  </w:footnote>
  <w:footnote w:type="continuationSeparator" w:id="0">
    <w:p w14:paraId="4B0747D3" w14:textId="77777777" w:rsidR="00456C9E" w:rsidRDefault="00456C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4D482C" w14:textId="77777777" w:rsidR="0063453B" w:rsidRDefault="0063453B">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D3E49" w14:textId="77777777" w:rsidR="0063453B" w:rsidRPr="00433BCE" w:rsidRDefault="00000000" w:rsidP="00433BCE">
    <w:pPr>
      <w:pStyle w:val="a6"/>
      <w:jc w:val="right"/>
      <w:rPr>
        <w:rFonts w:ascii="Liberation Serif" w:hAnsi="Liberation Serif" w:cs="Liberation Serif"/>
        <w:i/>
        <w:sz w:val="24"/>
      </w:rPr>
    </w:pPr>
    <w:r w:rsidRPr="00967C7E">
      <w:rPr>
        <w:rFonts w:ascii="Liberation Serif" w:hAnsi="Liberation Serif" w:cs="Liberation Serif"/>
        <w:i/>
        <w:sz w:val="24"/>
      </w:rPr>
      <w:t>Приложение к извещению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B18A8E" w14:textId="77777777" w:rsidR="0063453B" w:rsidRPr="00433BCE" w:rsidRDefault="00000000" w:rsidP="00433BCE">
    <w:pPr>
      <w:pStyle w:val="a6"/>
      <w:jc w:val="right"/>
      <w:rPr>
        <w:rFonts w:ascii="Liberation Serif" w:hAnsi="Liberation Serif" w:cs="Liberation Serif"/>
        <w:i/>
        <w:sz w:val="24"/>
      </w:rPr>
    </w:pPr>
    <w:r>
      <w:tab/>
    </w:r>
    <w:r w:rsidRPr="00967C7E">
      <w:rPr>
        <w:rFonts w:ascii="Liberation Serif" w:hAnsi="Liberation Serif" w:cs="Liberation Serif"/>
        <w:i/>
        <w:sz w:val="24"/>
      </w:rPr>
      <w:t>Приложение к извещению</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D496AAE"/>
    <w:multiLevelType w:val="hybridMultilevel"/>
    <w:tmpl w:val="561E4DF4"/>
    <w:lvl w:ilvl="0" w:tplc="F1E44D06">
      <w:start w:val="1"/>
      <w:numFmt w:val="bullet"/>
      <w:lvlText w:val=""/>
      <w:lvlJc w:val="left"/>
      <w:pPr>
        <w:ind w:left="719" w:hanging="360"/>
      </w:pPr>
      <w:rPr>
        <w:rFonts w:ascii="Wingdings" w:hAnsi="Wingdings" w:hint="default"/>
      </w:rPr>
    </w:lvl>
    <w:lvl w:ilvl="1" w:tplc="4C8C0AB6" w:tentative="1">
      <w:start w:val="1"/>
      <w:numFmt w:val="bullet"/>
      <w:lvlText w:val="o"/>
      <w:lvlJc w:val="left"/>
      <w:pPr>
        <w:ind w:left="1927" w:hanging="360"/>
      </w:pPr>
      <w:rPr>
        <w:rFonts w:ascii="Courier New" w:hAnsi="Courier New" w:cs="Courier New" w:hint="default"/>
      </w:rPr>
    </w:lvl>
    <w:lvl w:ilvl="2" w:tplc="33EC2CAE" w:tentative="1">
      <w:start w:val="1"/>
      <w:numFmt w:val="bullet"/>
      <w:lvlText w:val=""/>
      <w:lvlJc w:val="left"/>
      <w:pPr>
        <w:ind w:left="2647" w:hanging="360"/>
      </w:pPr>
      <w:rPr>
        <w:rFonts w:ascii="Wingdings" w:hAnsi="Wingdings" w:hint="default"/>
      </w:rPr>
    </w:lvl>
    <w:lvl w:ilvl="3" w:tplc="8A14A56E" w:tentative="1">
      <w:start w:val="1"/>
      <w:numFmt w:val="bullet"/>
      <w:lvlText w:val=""/>
      <w:lvlJc w:val="left"/>
      <w:pPr>
        <w:ind w:left="3367" w:hanging="360"/>
      </w:pPr>
      <w:rPr>
        <w:rFonts w:ascii="Symbol" w:hAnsi="Symbol" w:hint="default"/>
      </w:rPr>
    </w:lvl>
    <w:lvl w:ilvl="4" w:tplc="E7CAF04C" w:tentative="1">
      <w:start w:val="1"/>
      <w:numFmt w:val="bullet"/>
      <w:lvlText w:val="o"/>
      <w:lvlJc w:val="left"/>
      <w:pPr>
        <w:ind w:left="4087" w:hanging="360"/>
      </w:pPr>
      <w:rPr>
        <w:rFonts w:ascii="Courier New" w:hAnsi="Courier New" w:cs="Courier New" w:hint="default"/>
      </w:rPr>
    </w:lvl>
    <w:lvl w:ilvl="5" w:tplc="5DE82ABE" w:tentative="1">
      <w:start w:val="1"/>
      <w:numFmt w:val="bullet"/>
      <w:lvlText w:val=""/>
      <w:lvlJc w:val="left"/>
      <w:pPr>
        <w:ind w:left="4807" w:hanging="360"/>
      </w:pPr>
      <w:rPr>
        <w:rFonts w:ascii="Wingdings" w:hAnsi="Wingdings" w:hint="default"/>
      </w:rPr>
    </w:lvl>
    <w:lvl w:ilvl="6" w:tplc="0E7E7D34" w:tentative="1">
      <w:start w:val="1"/>
      <w:numFmt w:val="bullet"/>
      <w:lvlText w:val=""/>
      <w:lvlJc w:val="left"/>
      <w:pPr>
        <w:ind w:left="5527" w:hanging="360"/>
      </w:pPr>
      <w:rPr>
        <w:rFonts w:ascii="Symbol" w:hAnsi="Symbol" w:hint="default"/>
      </w:rPr>
    </w:lvl>
    <w:lvl w:ilvl="7" w:tplc="D83868E2" w:tentative="1">
      <w:start w:val="1"/>
      <w:numFmt w:val="bullet"/>
      <w:lvlText w:val="o"/>
      <w:lvlJc w:val="left"/>
      <w:pPr>
        <w:ind w:left="6247" w:hanging="360"/>
      </w:pPr>
      <w:rPr>
        <w:rFonts w:ascii="Courier New" w:hAnsi="Courier New" w:cs="Courier New" w:hint="default"/>
      </w:rPr>
    </w:lvl>
    <w:lvl w:ilvl="8" w:tplc="2708E212" w:tentative="1">
      <w:start w:val="1"/>
      <w:numFmt w:val="bullet"/>
      <w:lvlText w:val=""/>
      <w:lvlJc w:val="left"/>
      <w:pPr>
        <w:ind w:left="6967" w:hanging="360"/>
      </w:pPr>
      <w:rPr>
        <w:rFonts w:ascii="Wingdings" w:hAnsi="Wingdings" w:hint="default"/>
      </w:rPr>
    </w:lvl>
  </w:abstractNum>
  <w:num w:numId="1" w16cid:durableId="19648453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3E8A"/>
    <w:rsid w:val="000221D9"/>
    <w:rsid w:val="001515CF"/>
    <w:rsid w:val="00237F06"/>
    <w:rsid w:val="002B316D"/>
    <w:rsid w:val="002D29EB"/>
    <w:rsid w:val="0031037B"/>
    <w:rsid w:val="003D4252"/>
    <w:rsid w:val="00456C9E"/>
    <w:rsid w:val="0047759D"/>
    <w:rsid w:val="0063453B"/>
    <w:rsid w:val="006658AD"/>
    <w:rsid w:val="006853EC"/>
    <w:rsid w:val="006869B7"/>
    <w:rsid w:val="006E28DC"/>
    <w:rsid w:val="00726ACA"/>
    <w:rsid w:val="00813E8A"/>
    <w:rsid w:val="00976213"/>
    <w:rsid w:val="00D155DF"/>
    <w:rsid w:val="00D2428C"/>
    <w:rsid w:val="00E93B76"/>
    <w:rsid w:val="00EB536E"/>
    <w:rsid w:val="00F5281F"/>
    <w:rsid w:val="00FA69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353826"/>
  <w15:docId w15:val="{6F39CCA4-ECCB-40FA-8F2D-B5571AF73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F7A45"/>
    <w:pPr>
      <w:widowControl w:val="0"/>
      <w:ind w:firstLine="720"/>
      <w:jc w:val="both"/>
    </w:pPr>
    <w:rPr>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F7A45"/>
    <w:pPr>
      <w:widowControl/>
      <w:spacing w:line="360" w:lineRule="auto"/>
      <w:ind w:firstLine="0"/>
    </w:pPr>
    <w:rPr>
      <w:sz w:val="24"/>
    </w:rPr>
  </w:style>
  <w:style w:type="character" w:styleId="a4">
    <w:name w:val="Hyperlink"/>
    <w:rsid w:val="00AF7A45"/>
    <w:rPr>
      <w:color w:val="0000FF"/>
      <w:u w:val="single"/>
    </w:rPr>
  </w:style>
  <w:style w:type="paragraph" w:styleId="a5">
    <w:name w:val="Balloon Text"/>
    <w:basedOn w:val="a"/>
    <w:semiHidden/>
    <w:rsid w:val="00AF7A45"/>
    <w:rPr>
      <w:rFonts w:ascii="Tahoma" w:hAnsi="Tahoma" w:cs="Tahoma"/>
      <w:sz w:val="16"/>
      <w:szCs w:val="16"/>
    </w:rPr>
  </w:style>
  <w:style w:type="paragraph" w:customStyle="1" w:styleId="TableContents">
    <w:name w:val="Table Contents"/>
    <w:basedOn w:val="a"/>
    <w:rsid w:val="0090591A"/>
    <w:pPr>
      <w:suppressLineNumbers/>
      <w:suppressAutoHyphens/>
      <w:ind w:firstLine="0"/>
      <w:jc w:val="left"/>
    </w:pPr>
    <w:rPr>
      <w:rFonts w:eastAsia="Droid Sans Fallback" w:cs="Lohit Hindi"/>
      <w:kern w:val="1"/>
      <w:sz w:val="28"/>
      <w:szCs w:val="24"/>
      <w:lang w:eastAsia="zh-CN" w:bidi="hi-IN"/>
    </w:rPr>
  </w:style>
  <w:style w:type="character" w:customStyle="1" w:styleId="defaultdocbaseattributestylewithoutnowrap1">
    <w:name w:val="defaultdocbaseattributestylewithoutnowrap1"/>
    <w:rsid w:val="008B61DE"/>
    <w:rPr>
      <w:rFonts w:ascii="Tahoma" w:hAnsi="Tahoma" w:cs="Tahoma" w:hint="default"/>
      <w:sz w:val="18"/>
      <w:szCs w:val="18"/>
    </w:rPr>
  </w:style>
  <w:style w:type="paragraph" w:styleId="a6">
    <w:name w:val="header"/>
    <w:basedOn w:val="a"/>
    <w:link w:val="a7"/>
    <w:uiPriority w:val="99"/>
    <w:rsid w:val="00CE293E"/>
    <w:pPr>
      <w:tabs>
        <w:tab w:val="center" w:pos="4677"/>
        <w:tab w:val="right" w:pos="9355"/>
      </w:tabs>
    </w:pPr>
  </w:style>
  <w:style w:type="character" w:customStyle="1" w:styleId="a7">
    <w:name w:val="Верхний колонтитул Знак"/>
    <w:link w:val="a6"/>
    <w:uiPriority w:val="99"/>
    <w:rsid w:val="00CE293E"/>
    <w:rPr>
      <w:sz w:val="30"/>
    </w:rPr>
  </w:style>
  <w:style w:type="paragraph" w:styleId="a8">
    <w:name w:val="footer"/>
    <w:basedOn w:val="a"/>
    <w:link w:val="a9"/>
    <w:rsid w:val="00CE293E"/>
    <w:pPr>
      <w:tabs>
        <w:tab w:val="center" w:pos="4677"/>
        <w:tab w:val="right" w:pos="9355"/>
      </w:tabs>
    </w:pPr>
  </w:style>
  <w:style w:type="character" w:customStyle="1" w:styleId="a9">
    <w:name w:val="Нижний колонтитул Знак"/>
    <w:link w:val="a8"/>
    <w:rsid w:val="00CE293E"/>
    <w:rPr>
      <w:sz w:val="30"/>
    </w:rPr>
  </w:style>
  <w:style w:type="paragraph" w:styleId="aa">
    <w:name w:val="Title"/>
    <w:basedOn w:val="a"/>
    <w:link w:val="ab"/>
    <w:qFormat/>
    <w:rsid w:val="00050C27"/>
    <w:pPr>
      <w:widowControl/>
      <w:ind w:firstLine="0"/>
      <w:jc w:val="center"/>
    </w:pPr>
    <w:rPr>
      <w:b/>
      <w:sz w:val="24"/>
    </w:rPr>
  </w:style>
  <w:style w:type="character" w:customStyle="1" w:styleId="ab">
    <w:name w:val="Заголовок Знак"/>
    <w:basedOn w:val="a0"/>
    <w:link w:val="aa"/>
    <w:rsid w:val="00050C27"/>
    <w:rPr>
      <w:b/>
      <w:sz w:val="24"/>
    </w:rPr>
  </w:style>
  <w:style w:type="paragraph" w:customStyle="1" w:styleId="ac">
    <w:name w:val="Содержимое таблицы"/>
    <w:basedOn w:val="a"/>
    <w:rsid w:val="00B34D8D"/>
    <w:pPr>
      <w:widowControl/>
      <w:suppressLineNumbers/>
      <w:suppressAutoHyphens/>
      <w:ind w:firstLine="0"/>
      <w:jc w:val="left"/>
    </w:pPr>
    <w:rPr>
      <w:sz w:val="24"/>
      <w:szCs w:val="24"/>
      <w:lang w:eastAsia="ar-SA"/>
    </w:rPr>
  </w:style>
  <w:style w:type="table" w:styleId="ad">
    <w:name w:val="Table Grid"/>
    <w:basedOn w:val="a1"/>
    <w:uiPriority w:val="39"/>
    <w:rsid w:val="00433B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link w:val="af"/>
    <w:uiPriority w:val="34"/>
    <w:qFormat/>
    <w:rsid w:val="00433BCE"/>
    <w:pPr>
      <w:widowControl/>
      <w:ind w:left="708" w:firstLine="0"/>
    </w:pPr>
    <w:rPr>
      <w:sz w:val="24"/>
      <w:szCs w:val="24"/>
      <w:lang w:eastAsia="en-US"/>
    </w:rPr>
  </w:style>
  <w:style w:type="character" w:customStyle="1" w:styleId="af">
    <w:name w:val="Абзац списка Знак"/>
    <w:link w:val="ae"/>
    <w:uiPriority w:val="34"/>
    <w:rsid w:val="00433BCE"/>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88926&amp;dst=2425&amp;field=134&amp;date=28.01.2022"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login.consultant.ru/link/?req=doc&amp;base=LAW&amp;n=388926&amp;dst=2425&amp;field=134&amp;date=28.01.2022"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shestakova\Downloads\SYS_ANNEXtoNOTIFIC.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SYS_ANNEXtoNOTIFIC.dotx</Template>
  <TotalTime>5</TotalTime>
  <Pages>9</Pages>
  <Words>4434</Words>
  <Characters>25278</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архивами Свердловской области</Company>
  <LinksUpToDate>false</LinksUpToDate>
  <CharactersWithSpaces>29653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Шестакова Евгения Николаевна</dc:creator>
  <cp:lastModifiedBy>Руслан Керезь</cp:lastModifiedBy>
  <cp:revision>12</cp:revision>
  <cp:lastPrinted>2015-09-16T11:52:00Z</cp:lastPrinted>
  <dcterms:created xsi:type="dcterms:W3CDTF">2023-05-31T12:01:00Z</dcterms:created>
  <dcterms:modified xsi:type="dcterms:W3CDTF">2025-10-13T09:57:00Z</dcterms:modified>
</cp:coreProperties>
</file>